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712" w:rsidRPr="00153993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  <w:bookmarkStart w:id="0" w:name="_GoBack"/>
      <w:bookmarkEnd w:id="0"/>
      <w:r w:rsidRPr="00153993">
        <w:rPr>
          <w:bCs/>
          <w:szCs w:val="24"/>
        </w:rPr>
        <w:t>УТВЕРЖДАЮ</w:t>
      </w:r>
    </w:p>
    <w:p w:rsidR="00310712" w:rsidRDefault="00310712" w:rsidP="008B50FB">
      <w:pPr>
        <w:pStyle w:val="NoSpacing"/>
        <w:jc w:val="right"/>
      </w:pPr>
      <w:r w:rsidRPr="00F15883">
        <w:t>П</w:t>
      </w:r>
      <w:r>
        <w:t>ервый</w:t>
      </w:r>
      <w:r w:rsidRPr="00597031">
        <w:t xml:space="preserve"> </w:t>
      </w:r>
      <w:r>
        <w:t>п</w:t>
      </w:r>
      <w:r w:rsidRPr="00F15883">
        <w:t>роректор</w:t>
      </w:r>
      <w:r>
        <w:t xml:space="preserve"> ФГБОУ ВО «БрГУ» </w:t>
      </w:r>
    </w:p>
    <w:p w:rsidR="00310712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  <w:r>
        <w:rPr>
          <w:szCs w:val="24"/>
        </w:rPr>
        <w:t>В.А. Иванов</w:t>
      </w:r>
    </w:p>
    <w:p w:rsidR="00310712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  <w:r>
        <w:rPr>
          <w:szCs w:val="24"/>
        </w:rPr>
        <w:t xml:space="preserve">«____»____________ </w:t>
      </w:r>
      <w:smartTag w:uri="urn:schemas-microsoft-com:office:smarttags" w:element="metricconverter">
        <w:smartTagPr>
          <w:attr w:name="ProductID" w:val="2022 г"/>
        </w:smartTagPr>
        <w:r>
          <w:rPr>
            <w:szCs w:val="24"/>
          </w:rPr>
          <w:t>20</w:t>
        </w:r>
        <w:r w:rsidRPr="00597031">
          <w:rPr>
            <w:szCs w:val="24"/>
          </w:rPr>
          <w:t>2</w:t>
        </w:r>
        <w:r>
          <w:rPr>
            <w:szCs w:val="24"/>
          </w:rPr>
          <w:t>2 г</w:t>
        </w:r>
      </w:smartTag>
      <w:r>
        <w:rPr>
          <w:szCs w:val="24"/>
        </w:rPr>
        <w:t>.</w:t>
      </w:r>
    </w:p>
    <w:p w:rsidR="00310712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310712" w:rsidRPr="00153993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310712" w:rsidRPr="00E90A2B" w:rsidRDefault="00310712" w:rsidP="00BE40BA">
      <w:pPr>
        <w:spacing w:line="360" w:lineRule="auto"/>
        <w:ind w:right="-2"/>
        <w:rPr>
          <w:sz w:val="10"/>
          <w:szCs w:val="10"/>
        </w:rPr>
      </w:pPr>
    </w:p>
    <w:p w:rsidR="00310712" w:rsidRDefault="00310712" w:rsidP="00BE40BA">
      <w:pPr>
        <w:shd w:val="clear" w:color="auto" w:fill="FFFFFF"/>
        <w:spacing w:line="240" w:lineRule="auto"/>
        <w:ind w:right="-2"/>
        <w:jc w:val="center"/>
        <w:rPr>
          <w:b/>
          <w:spacing w:val="-1"/>
          <w:szCs w:val="24"/>
        </w:rPr>
      </w:pPr>
      <w:r w:rsidRPr="00BD65EE">
        <w:rPr>
          <w:b/>
          <w:spacing w:val="-1"/>
          <w:szCs w:val="24"/>
        </w:rPr>
        <w:t>ЭКСПЕРТНОЕ ЗАКЛЮЧЕНИЕ</w:t>
      </w:r>
    </w:p>
    <w:p w:rsidR="00310712" w:rsidRPr="00BD65EE" w:rsidRDefault="00310712" w:rsidP="00BE40BA">
      <w:pPr>
        <w:shd w:val="clear" w:color="auto" w:fill="FFFFFF"/>
        <w:spacing w:line="240" w:lineRule="auto"/>
        <w:ind w:right="-2"/>
        <w:jc w:val="center"/>
        <w:rPr>
          <w:b/>
          <w:spacing w:val="-3"/>
          <w:szCs w:val="24"/>
        </w:rPr>
      </w:pPr>
      <w:r w:rsidRPr="00BD65EE">
        <w:rPr>
          <w:b/>
          <w:spacing w:val="-3"/>
          <w:szCs w:val="24"/>
        </w:rPr>
        <w:t>О ВОЗМОЖНОСТИ ОПУБЛИКОВАНИЯ</w:t>
      </w:r>
    </w:p>
    <w:p w:rsidR="00310712" w:rsidRPr="00E90A2B" w:rsidRDefault="00310712" w:rsidP="00BE40BA">
      <w:pPr>
        <w:shd w:val="clear" w:color="auto" w:fill="FFFFFF"/>
        <w:spacing w:line="240" w:lineRule="auto"/>
        <w:ind w:right="-2" w:firstLine="523"/>
        <w:rPr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2465"/>
        <w:gridCol w:w="6714"/>
      </w:tblGrid>
      <w:tr w:rsidR="00310712" w:rsidRPr="00287E79" w:rsidTr="004B4375">
        <w:tc>
          <w:tcPr>
            <w:tcW w:w="2480" w:type="dxa"/>
          </w:tcPr>
          <w:p w:rsidR="00310712" w:rsidRPr="00287E79" w:rsidRDefault="00310712" w:rsidP="004B4375">
            <w:pPr>
              <w:spacing w:line="240" w:lineRule="auto"/>
              <w:rPr>
                <w:spacing w:val="-2"/>
                <w:szCs w:val="24"/>
              </w:rPr>
            </w:pPr>
            <w:r w:rsidRPr="00287E79">
              <w:rPr>
                <w:spacing w:val="-2"/>
                <w:szCs w:val="24"/>
              </w:rPr>
              <w:t>Экспертная комиссия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rPr>
                <w:spacing w:val="-2"/>
                <w:szCs w:val="24"/>
              </w:rPr>
            </w:pPr>
          </w:p>
        </w:tc>
      </w:tr>
    </w:tbl>
    <w:p w:rsidR="00310712" w:rsidRPr="00A5257A" w:rsidRDefault="00310712" w:rsidP="00BE40BA">
      <w:pPr>
        <w:shd w:val="clear" w:color="auto" w:fill="FFFFFF"/>
        <w:spacing w:line="240" w:lineRule="auto"/>
        <w:ind w:left="2124" w:firstLine="708"/>
        <w:jc w:val="center"/>
        <w:rPr>
          <w:spacing w:val="-2"/>
          <w:szCs w:val="24"/>
          <w:vertAlign w:val="superscript"/>
        </w:rPr>
      </w:pPr>
      <w:r w:rsidRPr="00A5257A">
        <w:rPr>
          <w:spacing w:val="-2"/>
          <w:szCs w:val="24"/>
          <w:vertAlign w:val="superscript"/>
        </w:rPr>
        <w:t>(факультет, центр и т.п.)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310712" w:rsidRPr="00A5257A" w:rsidTr="004B4375">
        <w:tc>
          <w:tcPr>
            <w:tcW w:w="1843" w:type="dxa"/>
          </w:tcPr>
          <w:p w:rsidR="00310712" w:rsidRPr="00A5257A" w:rsidRDefault="00310712" w:rsidP="004B4375">
            <w:pPr>
              <w:spacing w:line="240" w:lineRule="auto"/>
              <w:rPr>
                <w:i/>
                <w:szCs w:val="24"/>
              </w:rPr>
            </w:pPr>
            <w:r w:rsidRPr="00A5257A">
              <w:rPr>
                <w:szCs w:val="24"/>
              </w:rPr>
              <w:t>рассмотрев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rPr>
                <w:szCs w:val="22"/>
              </w:rPr>
            </w:pPr>
            <w:r w:rsidRPr="00A5257A">
              <w:rPr>
                <w:szCs w:val="22"/>
              </w:rPr>
              <w:t>статью «</w:t>
            </w:r>
            <w:r>
              <w:rPr>
                <w:szCs w:val="22"/>
              </w:rPr>
              <w:t>………………….</w:t>
            </w:r>
            <w:r w:rsidRPr="00A5257A">
              <w:rPr>
                <w:szCs w:val="22"/>
              </w:rPr>
              <w:t>»</w:t>
            </w:r>
          </w:p>
        </w:tc>
      </w:tr>
    </w:tbl>
    <w:p w:rsidR="00310712" w:rsidRPr="00335665" w:rsidRDefault="00310712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(вид и название материала)</w:t>
      </w:r>
    </w:p>
    <w:tbl>
      <w:tblPr>
        <w:tblW w:w="9314" w:type="dxa"/>
        <w:tblInd w:w="392" w:type="dxa"/>
        <w:tblLook w:val="00A0"/>
      </w:tblPr>
      <w:tblGrid>
        <w:gridCol w:w="1843"/>
        <w:gridCol w:w="7471"/>
      </w:tblGrid>
      <w:tr w:rsidR="00310712" w:rsidRPr="00287E79" w:rsidTr="004B4375">
        <w:tc>
          <w:tcPr>
            <w:tcW w:w="1843" w:type="dxa"/>
          </w:tcPr>
          <w:p w:rsidR="00310712" w:rsidRPr="00287E79" w:rsidRDefault="00310712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>разработанн</w:t>
            </w:r>
            <w:r>
              <w:rPr>
                <w:szCs w:val="24"/>
              </w:rPr>
              <w:t>ую</w:t>
            </w:r>
            <w:r w:rsidRPr="00287E79">
              <w:rPr>
                <w:szCs w:val="24"/>
              </w:rPr>
              <w:t xml:space="preserve"> </w:t>
            </w:r>
          </w:p>
        </w:tc>
        <w:tc>
          <w:tcPr>
            <w:tcW w:w="7471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rPr>
                <w:szCs w:val="22"/>
              </w:rPr>
            </w:pPr>
          </w:p>
        </w:tc>
      </w:tr>
    </w:tbl>
    <w:p w:rsidR="00310712" w:rsidRPr="00335665" w:rsidRDefault="00310712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</w:t>
      </w:r>
      <w:r>
        <w:rPr>
          <w:szCs w:val="24"/>
          <w:vertAlign w:val="superscript"/>
        </w:rPr>
        <w:t xml:space="preserve">должность и </w:t>
      </w:r>
      <w:r w:rsidRPr="00335665">
        <w:rPr>
          <w:szCs w:val="24"/>
          <w:vertAlign w:val="superscript"/>
        </w:rPr>
        <w:t>Ф.И.О. автора)</w:t>
      </w:r>
    </w:p>
    <w:tbl>
      <w:tblPr>
        <w:tblW w:w="9355" w:type="dxa"/>
        <w:tblInd w:w="392" w:type="dxa"/>
        <w:tblLook w:val="00A0"/>
      </w:tblPr>
      <w:tblGrid>
        <w:gridCol w:w="1843"/>
        <w:gridCol w:w="7512"/>
      </w:tblGrid>
      <w:tr w:rsidR="00310712" w:rsidRPr="00287E79" w:rsidTr="004B4375">
        <w:tc>
          <w:tcPr>
            <w:tcW w:w="1843" w:type="dxa"/>
          </w:tcPr>
          <w:p w:rsidR="00310712" w:rsidRPr="00287E79" w:rsidRDefault="00310712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 xml:space="preserve">издаваемого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310712" w:rsidRPr="000E7DBC" w:rsidRDefault="00310712" w:rsidP="004B4375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в сборнике </w:t>
            </w:r>
            <w:r w:rsidRPr="00092BB2">
              <w:rPr>
                <w:szCs w:val="24"/>
              </w:rPr>
              <w:t xml:space="preserve">XIX (XXXV) </w:t>
            </w:r>
            <w:r>
              <w:rPr>
                <w:szCs w:val="24"/>
              </w:rPr>
              <w:t>Всероссийской научно-методической конференции «Совершенствование качества образования»</w:t>
            </w:r>
          </w:p>
        </w:tc>
      </w:tr>
    </w:tbl>
    <w:p w:rsidR="00310712" w:rsidRPr="00D01ADF" w:rsidRDefault="00310712" w:rsidP="00BE40BA">
      <w:pPr>
        <w:shd w:val="clear" w:color="auto" w:fill="FFFFFF"/>
        <w:spacing w:line="240" w:lineRule="auto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310712" w:rsidRPr="00394EEB" w:rsidRDefault="00310712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>
        <w:rPr>
          <w:szCs w:val="24"/>
        </w:rPr>
        <w:t xml:space="preserve">подтверждает, что в материале </w:t>
      </w:r>
      <w:r w:rsidRPr="00394EEB">
        <w:rPr>
          <w:szCs w:val="24"/>
        </w:rPr>
        <w:t>не содержатся сведения ограниченного доступа и сведения попадающие под действие законодательства об экспортном контроле согласно пункта 2.6.2 Типовой методической инструкции ФСТЭК России от 03.04.2014 г.</w:t>
      </w:r>
    </w:p>
    <w:p w:rsidR="00310712" w:rsidRPr="007E4817" w:rsidRDefault="00310712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 w:rsidRPr="00394EEB">
        <w:rPr>
          <w:szCs w:val="24"/>
        </w:rPr>
        <w:t>Сведения, содержащиеся в рассматриваемых материалах, не подпадают под действие Перечня сведений, составляющих государственную тайну (ст.5 Закона Российской Федерации «О государственной тайне») не относятся к Перечню сведений, отнесенных к государственной тайне, утвержденному</w:t>
      </w:r>
      <w:r>
        <w:rPr>
          <w:szCs w:val="24"/>
        </w:rPr>
        <w:t xml:space="preserve"> Указом Президента Российской Федерации от 30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szCs w:val="24"/>
          </w:rPr>
          <w:t>1995 г</w:t>
        </w:r>
      </w:smartTag>
      <w:r>
        <w:rPr>
          <w:szCs w:val="24"/>
        </w:rPr>
        <w:t>. №1203, не подлежат засекречиванию.</w:t>
      </w:r>
    </w:p>
    <w:p w:rsidR="00310712" w:rsidRDefault="00310712" w:rsidP="00BE40BA">
      <w:pPr>
        <w:shd w:val="clear" w:color="auto" w:fill="FFFFFF"/>
        <w:spacing w:line="240" w:lineRule="auto"/>
        <w:ind w:left="426" w:right="-2" w:firstLine="425"/>
        <w:rPr>
          <w:b/>
          <w:bCs/>
          <w:spacing w:val="-1"/>
          <w:szCs w:val="24"/>
        </w:rPr>
      </w:pPr>
      <w:r>
        <w:rPr>
          <w:b/>
          <w:bCs/>
          <w:spacing w:val="-1"/>
          <w:szCs w:val="24"/>
        </w:rPr>
        <w:t>Заключение:</w:t>
      </w:r>
    </w:p>
    <w:p w:rsidR="00310712" w:rsidRDefault="00310712" w:rsidP="00BE40BA">
      <w:pPr>
        <w:shd w:val="clear" w:color="auto" w:fill="FFFFFF"/>
        <w:spacing w:line="240" w:lineRule="auto"/>
        <w:ind w:left="426" w:right="-2" w:firstLine="425"/>
        <w:rPr>
          <w:bCs/>
          <w:spacing w:val="-1"/>
          <w:szCs w:val="24"/>
        </w:rPr>
      </w:pPr>
      <w:r>
        <w:rPr>
          <w:b/>
          <w:bCs/>
          <w:spacing w:val="-1"/>
          <w:szCs w:val="24"/>
        </w:rPr>
        <w:t xml:space="preserve">1. </w:t>
      </w:r>
      <w:r>
        <w:rPr>
          <w:bCs/>
          <w:spacing w:val="-1"/>
          <w:szCs w:val="24"/>
        </w:rPr>
        <w:t xml:space="preserve">Рассмотренные материалы не содержат сведений, составляющих государственную тайну, а также информацию, подлежащую экспортному контролю, и могут быть </w:t>
      </w:r>
      <w:r w:rsidRPr="00153993">
        <w:rPr>
          <w:bCs/>
          <w:spacing w:val="-1"/>
          <w:szCs w:val="24"/>
        </w:rPr>
        <w:t>опубликован</w:t>
      </w:r>
      <w:r>
        <w:rPr>
          <w:bCs/>
          <w:spacing w:val="-1"/>
          <w:szCs w:val="24"/>
        </w:rPr>
        <w:t>ы</w:t>
      </w:r>
      <w:r w:rsidRPr="00153993">
        <w:rPr>
          <w:bCs/>
          <w:spacing w:val="-1"/>
          <w:szCs w:val="24"/>
        </w:rPr>
        <w:t xml:space="preserve"> в открытой печати.</w:t>
      </w:r>
    </w:p>
    <w:p w:rsidR="00310712" w:rsidRPr="007E4817" w:rsidRDefault="00310712" w:rsidP="00BE40BA">
      <w:pPr>
        <w:shd w:val="clear" w:color="auto" w:fill="FFFFFF"/>
        <w:spacing w:line="240" w:lineRule="auto"/>
        <w:ind w:left="426" w:right="-2" w:firstLine="425"/>
      </w:pPr>
      <w:r w:rsidRPr="00781450">
        <w:rPr>
          <w:b/>
        </w:rPr>
        <w:t>2.</w:t>
      </w:r>
      <w:r>
        <w:t xml:space="preserve"> Для открытого опубликования подготовленного материала в </w:t>
      </w:r>
      <w:r w:rsidRPr="00A5257A">
        <w:rPr>
          <w:szCs w:val="24"/>
        </w:rPr>
        <w:t>сборнике</w:t>
      </w:r>
      <w:r w:rsidRPr="00A5257A">
        <w:rPr>
          <w:szCs w:val="24"/>
          <w:u w:val="single"/>
        </w:rPr>
        <w:t xml:space="preserve"> </w:t>
      </w:r>
      <w:r w:rsidRPr="00092BB2">
        <w:rPr>
          <w:szCs w:val="24"/>
          <w:u w:val="single"/>
        </w:rPr>
        <w:t xml:space="preserve">XIX (XXXV) </w:t>
      </w:r>
      <w:r w:rsidRPr="001540F5">
        <w:rPr>
          <w:szCs w:val="24"/>
          <w:u w:val="single"/>
        </w:rPr>
        <w:t xml:space="preserve"> </w:t>
      </w:r>
      <w:r w:rsidRPr="00A5257A">
        <w:rPr>
          <w:szCs w:val="24"/>
          <w:u w:val="single"/>
        </w:rPr>
        <w:t>Всероссийской научно-методической конференции «Совершенствование качества образования»</w:t>
      </w:r>
      <w: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r w:rsidRPr="001540F5">
        <w:rPr>
          <w:szCs w:val="24"/>
          <w:u w:val="single"/>
          <w:lang w:val="en-US"/>
        </w:rPr>
        <w:t>brstu</w:t>
      </w:r>
      <w:r w:rsidRPr="001540F5">
        <w:rPr>
          <w:szCs w:val="24"/>
          <w:u w:val="single"/>
        </w:rPr>
        <w:t>.</w:t>
      </w:r>
      <w:r w:rsidRPr="001540F5">
        <w:rPr>
          <w:szCs w:val="24"/>
          <w:u w:val="single"/>
          <w:lang w:val="en-US"/>
        </w:rPr>
        <w:t>ru</w:t>
      </w:r>
      <w:r w:rsidRPr="001540F5">
        <w:rPr>
          <w:szCs w:val="24"/>
          <w:u w:val="single"/>
        </w:rP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r w:rsidRPr="001540F5">
        <w:rPr>
          <w:szCs w:val="24"/>
          <w:u w:val="single"/>
          <w:lang w:val="en-US"/>
        </w:rPr>
        <w:t>e</w:t>
      </w:r>
      <w:r w:rsidRPr="001540F5">
        <w:rPr>
          <w:szCs w:val="24"/>
          <w:u w:val="single"/>
        </w:rPr>
        <w:t>-</w:t>
      </w:r>
      <w:r w:rsidRPr="001540F5">
        <w:rPr>
          <w:szCs w:val="24"/>
          <w:u w:val="single"/>
          <w:lang w:val="en-US"/>
        </w:rPr>
        <w:t>library</w:t>
      </w:r>
      <w:r w:rsidRPr="001540F5">
        <w:rPr>
          <w:szCs w:val="24"/>
          <w:u w:val="single"/>
        </w:rPr>
        <w:t>.</w:t>
      </w:r>
      <w:r w:rsidRPr="001540F5">
        <w:rPr>
          <w:szCs w:val="24"/>
          <w:u w:val="single"/>
          <w:lang w:val="en-US"/>
        </w:rPr>
        <w:t>ru</w:t>
      </w:r>
      <w:r w:rsidRPr="00C95754">
        <w:rPr>
          <w:szCs w:val="24"/>
          <w:u w:val="single"/>
        </w:rPr>
        <w:t xml:space="preserve"> </w:t>
      </w:r>
      <w:r w:rsidRPr="007E4817">
        <w:t>__________________</w:t>
      </w:r>
      <w:r>
        <w:t>______</w:t>
      </w:r>
      <w:r w:rsidRPr="007E4817">
        <w:t>__</w:t>
      </w:r>
    </w:p>
    <w:p w:rsidR="00310712" w:rsidRPr="002C2147" w:rsidRDefault="00310712" w:rsidP="00BE40BA">
      <w:pPr>
        <w:shd w:val="clear" w:color="auto" w:fill="FFFFFF"/>
        <w:spacing w:line="240" w:lineRule="auto"/>
        <w:ind w:left="425" w:right="-2" w:firstLine="425"/>
        <w:jc w:val="center"/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310712" w:rsidRPr="00394EEB" w:rsidRDefault="00310712" w:rsidP="00BE40BA">
      <w:pPr>
        <w:shd w:val="clear" w:color="auto" w:fill="FFFFFF"/>
        <w:spacing w:line="240" w:lineRule="auto"/>
        <w:ind w:left="426" w:right="-2"/>
        <w:rPr>
          <w:spacing w:val="-2"/>
        </w:rPr>
      </w:pPr>
      <w:r>
        <w:rPr>
          <w:spacing w:val="-2"/>
        </w:rPr>
        <w:t xml:space="preserve">оформление лицензии ФСТЭК России </w:t>
      </w:r>
      <w:r w:rsidRPr="00394EEB">
        <w:rPr>
          <w:spacing w:val="-2"/>
        </w:rPr>
        <w:t>или разрешения Комиссии по экспортному контролю Российской Федерации не требуется.</w:t>
      </w:r>
    </w:p>
    <w:p w:rsidR="00310712" w:rsidRPr="00800363" w:rsidRDefault="00310712" w:rsidP="00BE40BA">
      <w:pPr>
        <w:shd w:val="clear" w:color="auto" w:fill="FFFFFF"/>
        <w:spacing w:line="240" w:lineRule="auto"/>
        <w:ind w:left="426" w:right="-2" w:firstLine="425"/>
        <w:rPr>
          <w:spacing w:val="-2"/>
        </w:rPr>
      </w:pPr>
    </w:p>
    <w:p w:rsidR="00310712" w:rsidRDefault="00310712" w:rsidP="00BE40BA">
      <w:pPr>
        <w:shd w:val="clear" w:color="auto" w:fill="FFFFFF"/>
        <w:tabs>
          <w:tab w:val="left" w:pos="9326"/>
        </w:tabs>
        <w:spacing w:line="240" w:lineRule="auto"/>
        <w:ind w:left="426" w:right="-2" w:firstLine="425"/>
        <w:rPr>
          <w:spacing w:val="-2"/>
          <w:szCs w:val="24"/>
        </w:rPr>
      </w:pPr>
      <w:r>
        <w:rPr>
          <w:spacing w:val="-2"/>
          <w:szCs w:val="24"/>
        </w:rPr>
        <w:t>Руководитель экспертной группы</w:t>
      </w:r>
      <w:r w:rsidRPr="00BD65EE">
        <w:rPr>
          <w:spacing w:val="-2"/>
          <w:szCs w:val="24"/>
        </w:rPr>
        <w:t>: (</w:t>
      </w:r>
      <w:r>
        <w:rPr>
          <w:spacing w:val="-1"/>
          <w:szCs w:val="24"/>
        </w:rPr>
        <w:t>в соответствии с Приказом о порядке открытого опубликования</w:t>
      </w:r>
      <w:r w:rsidRPr="00BD65EE">
        <w:rPr>
          <w:spacing w:val="-2"/>
          <w:szCs w:val="24"/>
        </w:rPr>
        <w:t xml:space="preserve">) </w:t>
      </w:r>
    </w:p>
    <w:p w:rsidR="00310712" w:rsidRPr="00BB238F" w:rsidRDefault="00310712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ind w:right="-2"/>
              <w:jc w:val="center"/>
              <w:rPr>
                <w:spacing w:val="-1"/>
                <w:szCs w:val="24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 xml:space="preserve"> 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 xml:space="preserve"> (</w:t>
      </w:r>
      <w:r w:rsidRPr="00BD65EE">
        <w:rPr>
          <w:spacing w:val="-1"/>
          <w:vertAlign w:val="superscript"/>
        </w:rPr>
        <w:t>подпись)</w:t>
      </w:r>
    </w:p>
    <w:p w:rsidR="00310712" w:rsidRPr="00BB238F" w:rsidRDefault="00310712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Член</w:t>
      </w:r>
      <w:r>
        <w:rPr>
          <w:spacing w:val="-1"/>
          <w:szCs w:val="24"/>
        </w:rPr>
        <w:t>ы комиссии:</w:t>
      </w: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(не менее 2-х в соответствии с Приказом о порядке открытого опубликования)</w:t>
      </w: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  <w:u w:val="single"/>
        </w:rPr>
      </w:pP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tbl>
      <w:tblPr>
        <w:tblW w:w="0" w:type="auto"/>
        <w:tblInd w:w="392" w:type="dxa"/>
        <w:tblLook w:val="00A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p w:rsidR="00310712" w:rsidRPr="00BB238F" w:rsidRDefault="00310712" w:rsidP="00BE40BA">
      <w:pPr>
        <w:spacing w:line="240" w:lineRule="auto"/>
        <w:ind w:right="-2"/>
        <w:rPr>
          <w:sz w:val="10"/>
          <w:szCs w:val="10"/>
        </w:rPr>
      </w:pPr>
    </w:p>
    <w:p w:rsidR="00310712" w:rsidRDefault="00310712"/>
    <w:sectPr w:rsidR="00310712" w:rsidSect="004B4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0BA"/>
    <w:rsid w:val="00000343"/>
    <w:rsid w:val="00000891"/>
    <w:rsid w:val="00000BA0"/>
    <w:rsid w:val="00001A8A"/>
    <w:rsid w:val="000021CD"/>
    <w:rsid w:val="00004B31"/>
    <w:rsid w:val="000052B4"/>
    <w:rsid w:val="00006DE0"/>
    <w:rsid w:val="00012F0C"/>
    <w:rsid w:val="00013185"/>
    <w:rsid w:val="0001484F"/>
    <w:rsid w:val="00014AC1"/>
    <w:rsid w:val="0002021A"/>
    <w:rsid w:val="00020B79"/>
    <w:rsid w:val="00022086"/>
    <w:rsid w:val="00022A97"/>
    <w:rsid w:val="0002318C"/>
    <w:rsid w:val="000234B0"/>
    <w:rsid w:val="00023FAD"/>
    <w:rsid w:val="00026F82"/>
    <w:rsid w:val="000274DD"/>
    <w:rsid w:val="00030864"/>
    <w:rsid w:val="00030A7F"/>
    <w:rsid w:val="00033797"/>
    <w:rsid w:val="00036254"/>
    <w:rsid w:val="00036DA0"/>
    <w:rsid w:val="000407F6"/>
    <w:rsid w:val="000449FF"/>
    <w:rsid w:val="00045463"/>
    <w:rsid w:val="00045537"/>
    <w:rsid w:val="00052898"/>
    <w:rsid w:val="000531EF"/>
    <w:rsid w:val="00053286"/>
    <w:rsid w:val="0005343D"/>
    <w:rsid w:val="00053785"/>
    <w:rsid w:val="0005378C"/>
    <w:rsid w:val="000600F4"/>
    <w:rsid w:val="00060839"/>
    <w:rsid w:val="00061710"/>
    <w:rsid w:val="000622A9"/>
    <w:rsid w:val="00062E38"/>
    <w:rsid w:val="00065A47"/>
    <w:rsid w:val="00065B13"/>
    <w:rsid w:val="00071EE2"/>
    <w:rsid w:val="00073123"/>
    <w:rsid w:val="000738B7"/>
    <w:rsid w:val="00073F60"/>
    <w:rsid w:val="00080A6B"/>
    <w:rsid w:val="00080C26"/>
    <w:rsid w:val="0008180C"/>
    <w:rsid w:val="00082804"/>
    <w:rsid w:val="00084AC1"/>
    <w:rsid w:val="00085081"/>
    <w:rsid w:val="00085161"/>
    <w:rsid w:val="00085F99"/>
    <w:rsid w:val="00086601"/>
    <w:rsid w:val="00090684"/>
    <w:rsid w:val="000916B5"/>
    <w:rsid w:val="00091B88"/>
    <w:rsid w:val="00092BB2"/>
    <w:rsid w:val="00093B1F"/>
    <w:rsid w:val="00094545"/>
    <w:rsid w:val="00095AAF"/>
    <w:rsid w:val="000960E6"/>
    <w:rsid w:val="00096436"/>
    <w:rsid w:val="00096C41"/>
    <w:rsid w:val="0009776B"/>
    <w:rsid w:val="000A056A"/>
    <w:rsid w:val="000A1960"/>
    <w:rsid w:val="000A3393"/>
    <w:rsid w:val="000A3837"/>
    <w:rsid w:val="000A3864"/>
    <w:rsid w:val="000A3999"/>
    <w:rsid w:val="000A5BCA"/>
    <w:rsid w:val="000A5F56"/>
    <w:rsid w:val="000A61B8"/>
    <w:rsid w:val="000A73CF"/>
    <w:rsid w:val="000B14B0"/>
    <w:rsid w:val="000B240B"/>
    <w:rsid w:val="000B5193"/>
    <w:rsid w:val="000B5D22"/>
    <w:rsid w:val="000B6838"/>
    <w:rsid w:val="000C0B56"/>
    <w:rsid w:val="000C4A18"/>
    <w:rsid w:val="000D0479"/>
    <w:rsid w:val="000D392B"/>
    <w:rsid w:val="000D42B0"/>
    <w:rsid w:val="000D6742"/>
    <w:rsid w:val="000E040D"/>
    <w:rsid w:val="000E167C"/>
    <w:rsid w:val="000E5C6A"/>
    <w:rsid w:val="000E5E0E"/>
    <w:rsid w:val="000E6049"/>
    <w:rsid w:val="000E7C81"/>
    <w:rsid w:val="000E7DBC"/>
    <w:rsid w:val="000F098C"/>
    <w:rsid w:val="000F136C"/>
    <w:rsid w:val="000F3904"/>
    <w:rsid w:val="000F55E3"/>
    <w:rsid w:val="000F5F32"/>
    <w:rsid w:val="000F6034"/>
    <w:rsid w:val="000F6D3D"/>
    <w:rsid w:val="000F7DCD"/>
    <w:rsid w:val="00102583"/>
    <w:rsid w:val="00104C8E"/>
    <w:rsid w:val="00107015"/>
    <w:rsid w:val="00107308"/>
    <w:rsid w:val="001116E8"/>
    <w:rsid w:val="0011242E"/>
    <w:rsid w:val="00112EE7"/>
    <w:rsid w:val="00117245"/>
    <w:rsid w:val="001213FD"/>
    <w:rsid w:val="0012173C"/>
    <w:rsid w:val="00121A70"/>
    <w:rsid w:val="00121A76"/>
    <w:rsid w:val="0012502D"/>
    <w:rsid w:val="00125093"/>
    <w:rsid w:val="00127085"/>
    <w:rsid w:val="001274DC"/>
    <w:rsid w:val="0012766C"/>
    <w:rsid w:val="0013081A"/>
    <w:rsid w:val="0013333E"/>
    <w:rsid w:val="001340C7"/>
    <w:rsid w:val="00134379"/>
    <w:rsid w:val="00135351"/>
    <w:rsid w:val="0013598F"/>
    <w:rsid w:val="001360AD"/>
    <w:rsid w:val="00140489"/>
    <w:rsid w:val="00144F8D"/>
    <w:rsid w:val="001456D5"/>
    <w:rsid w:val="0014713A"/>
    <w:rsid w:val="001475EC"/>
    <w:rsid w:val="00147C92"/>
    <w:rsid w:val="00150C45"/>
    <w:rsid w:val="00151433"/>
    <w:rsid w:val="00152266"/>
    <w:rsid w:val="0015314D"/>
    <w:rsid w:val="00153993"/>
    <w:rsid w:val="00153E32"/>
    <w:rsid w:val="001540F5"/>
    <w:rsid w:val="00156941"/>
    <w:rsid w:val="00157554"/>
    <w:rsid w:val="001618D7"/>
    <w:rsid w:val="00163D74"/>
    <w:rsid w:val="00164510"/>
    <w:rsid w:val="00164A6E"/>
    <w:rsid w:val="00165EF6"/>
    <w:rsid w:val="0016692C"/>
    <w:rsid w:val="00167A47"/>
    <w:rsid w:val="00171A9A"/>
    <w:rsid w:val="00171EFE"/>
    <w:rsid w:val="00173B07"/>
    <w:rsid w:val="0017751F"/>
    <w:rsid w:val="001810DC"/>
    <w:rsid w:val="001817CA"/>
    <w:rsid w:val="0018282C"/>
    <w:rsid w:val="001833AF"/>
    <w:rsid w:val="001839E4"/>
    <w:rsid w:val="001846D5"/>
    <w:rsid w:val="0018571D"/>
    <w:rsid w:val="001878CA"/>
    <w:rsid w:val="00187FC5"/>
    <w:rsid w:val="00191E4C"/>
    <w:rsid w:val="00194D50"/>
    <w:rsid w:val="001A1938"/>
    <w:rsid w:val="001A313A"/>
    <w:rsid w:val="001A4907"/>
    <w:rsid w:val="001A4ABE"/>
    <w:rsid w:val="001B0175"/>
    <w:rsid w:val="001B3D55"/>
    <w:rsid w:val="001B3EDC"/>
    <w:rsid w:val="001B5275"/>
    <w:rsid w:val="001B6563"/>
    <w:rsid w:val="001B6E1E"/>
    <w:rsid w:val="001C02F1"/>
    <w:rsid w:val="001C0358"/>
    <w:rsid w:val="001C0412"/>
    <w:rsid w:val="001C1999"/>
    <w:rsid w:val="001C1B28"/>
    <w:rsid w:val="001C1C7D"/>
    <w:rsid w:val="001C2702"/>
    <w:rsid w:val="001C30EA"/>
    <w:rsid w:val="001C3862"/>
    <w:rsid w:val="001C488F"/>
    <w:rsid w:val="001C4C5D"/>
    <w:rsid w:val="001C5F6C"/>
    <w:rsid w:val="001C6212"/>
    <w:rsid w:val="001C7A13"/>
    <w:rsid w:val="001C7EE9"/>
    <w:rsid w:val="001D0FD5"/>
    <w:rsid w:val="001D4F4F"/>
    <w:rsid w:val="001D4F76"/>
    <w:rsid w:val="001D5301"/>
    <w:rsid w:val="001D56A7"/>
    <w:rsid w:val="001D5E86"/>
    <w:rsid w:val="001D62B2"/>
    <w:rsid w:val="001D6983"/>
    <w:rsid w:val="001E27F9"/>
    <w:rsid w:val="001E4A57"/>
    <w:rsid w:val="001E68E4"/>
    <w:rsid w:val="001F078A"/>
    <w:rsid w:val="001F1D79"/>
    <w:rsid w:val="001F2AF0"/>
    <w:rsid w:val="001F6A07"/>
    <w:rsid w:val="001F6BFA"/>
    <w:rsid w:val="001F7A12"/>
    <w:rsid w:val="002019E2"/>
    <w:rsid w:val="002035DF"/>
    <w:rsid w:val="00206A4F"/>
    <w:rsid w:val="00207A3A"/>
    <w:rsid w:val="00210632"/>
    <w:rsid w:val="00212748"/>
    <w:rsid w:val="00212DE4"/>
    <w:rsid w:val="00213A3C"/>
    <w:rsid w:val="00213F53"/>
    <w:rsid w:val="00214756"/>
    <w:rsid w:val="002158C6"/>
    <w:rsid w:val="00215ECC"/>
    <w:rsid w:val="002212DE"/>
    <w:rsid w:val="00223A39"/>
    <w:rsid w:val="00224242"/>
    <w:rsid w:val="00224A3C"/>
    <w:rsid w:val="00224AD8"/>
    <w:rsid w:val="002250C9"/>
    <w:rsid w:val="002254AB"/>
    <w:rsid w:val="00225618"/>
    <w:rsid w:val="00225E8E"/>
    <w:rsid w:val="00227442"/>
    <w:rsid w:val="002318C0"/>
    <w:rsid w:val="00232248"/>
    <w:rsid w:val="0023237C"/>
    <w:rsid w:val="0023311D"/>
    <w:rsid w:val="0023557D"/>
    <w:rsid w:val="00235A5A"/>
    <w:rsid w:val="00235FC9"/>
    <w:rsid w:val="00236349"/>
    <w:rsid w:val="00237E70"/>
    <w:rsid w:val="00241206"/>
    <w:rsid w:val="00241214"/>
    <w:rsid w:val="002416A7"/>
    <w:rsid w:val="0024394B"/>
    <w:rsid w:val="00244AC7"/>
    <w:rsid w:val="00244B7D"/>
    <w:rsid w:val="00246537"/>
    <w:rsid w:val="00250610"/>
    <w:rsid w:val="0025088B"/>
    <w:rsid w:val="00251202"/>
    <w:rsid w:val="00253581"/>
    <w:rsid w:val="00254E51"/>
    <w:rsid w:val="002566E7"/>
    <w:rsid w:val="002574B1"/>
    <w:rsid w:val="00260F81"/>
    <w:rsid w:val="0026241F"/>
    <w:rsid w:val="00262B74"/>
    <w:rsid w:val="0026301B"/>
    <w:rsid w:val="002632D5"/>
    <w:rsid w:val="00263C62"/>
    <w:rsid w:val="0026633C"/>
    <w:rsid w:val="002677A9"/>
    <w:rsid w:val="0027097B"/>
    <w:rsid w:val="002736B7"/>
    <w:rsid w:val="002736BB"/>
    <w:rsid w:val="00274650"/>
    <w:rsid w:val="00275081"/>
    <w:rsid w:val="0027610E"/>
    <w:rsid w:val="00276495"/>
    <w:rsid w:val="0027740D"/>
    <w:rsid w:val="00282336"/>
    <w:rsid w:val="0028414B"/>
    <w:rsid w:val="00284CFC"/>
    <w:rsid w:val="002869CB"/>
    <w:rsid w:val="00286B69"/>
    <w:rsid w:val="00287338"/>
    <w:rsid w:val="00287D6C"/>
    <w:rsid w:val="00287E79"/>
    <w:rsid w:val="00291873"/>
    <w:rsid w:val="00293134"/>
    <w:rsid w:val="00296D96"/>
    <w:rsid w:val="00297496"/>
    <w:rsid w:val="00297C44"/>
    <w:rsid w:val="00297DFF"/>
    <w:rsid w:val="002A0726"/>
    <w:rsid w:val="002A1633"/>
    <w:rsid w:val="002A163D"/>
    <w:rsid w:val="002A1D37"/>
    <w:rsid w:val="002A3AE1"/>
    <w:rsid w:val="002A4341"/>
    <w:rsid w:val="002A5264"/>
    <w:rsid w:val="002A6C3C"/>
    <w:rsid w:val="002B1F2B"/>
    <w:rsid w:val="002B20AA"/>
    <w:rsid w:val="002B6504"/>
    <w:rsid w:val="002C0864"/>
    <w:rsid w:val="002C1556"/>
    <w:rsid w:val="002C2147"/>
    <w:rsid w:val="002C2356"/>
    <w:rsid w:val="002C3559"/>
    <w:rsid w:val="002D1F42"/>
    <w:rsid w:val="002D2717"/>
    <w:rsid w:val="002D2A35"/>
    <w:rsid w:val="002D5D06"/>
    <w:rsid w:val="002D7659"/>
    <w:rsid w:val="002D7CE8"/>
    <w:rsid w:val="002E0382"/>
    <w:rsid w:val="002E2F86"/>
    <w:rsid w:val="002E3E23"/>
    <w:rsid w:val="002E653C"/>
    <w:rsid w:val="002E78C7"/>
    <w:rsid w:val="002F1654"/>
    <w:rsid w:val="002F2469"/>
    <w:rsid w:val="002F3FBE"/>
    <w:rsid w:val="002F4C5C"/>
    <w:rsid w:val="002F651D"/>
    <w:rsid w:val="00300953"/>
    <w:rsid w:val="00300B44"/>
    <w:rsid w:val="003021A6"/>
    <w:rsid w:val="00304D05"/>
    <w:rsid w:val="00305E6D"/>
    <w:rsid w:val="00307D63"/>
    <w:rsid w:val="00307EBD"/>
    <w:rsid w:val="00310712"/>
    <w:rsid w:val="0031074B"/>
    <w:rsid w:val="003113E0"/>
    <w:rsid w:val="003129B5"/>
    <w:rsid w:val="0031339B"/>
    <w:rsid w:val="00313BE4"/>
    <w:rsid w:val="00314F86"/>
    <w:rsid w:val="00316119"/>
    <w:rsid w:val="0032221C"/>
    <w:rsid w:val="0032248E"/>
    <w:rsid w:val="00323C98"/>
    <w:rsid w:val="003242AA"/>
    <w:rsid w:val="003254BB"/>
    <w:rsid w:val="00325DB6"/>
    <w:rsid w:val="00327256"/>
    <w:rsid w:val="00330909"/>
    <w:rsid w:val="00331892"/>
    <w:rsid w:val="00333C11"/>
    <w:rsid w:val="00333C4A"/>
    <w:rsid w:val="00335665"/>
    <w:rsid w:val="00336089"/>
    <w:rsid w:val="00337F84"/>
    <w:rsid w:val="0034245E"/>
    <w:rsid w:val="003430DF"/>
    <w:rsid w:val="00344683"/>
    <w:rsid w:val="00344C85"/>
    <w:rsid w:val="00344D39"/>
    <w:rsid w:val="003475AA"/>
    <w:rsid w:val="003502F0"/>
    <w:rsid w:val="00350661"/>
    <w:rsid w:val="0035297B"/>
    <w:rsid w:val="0035461A"/>
    <w:rsid w:val="00355585"/>
    <w:rsid w:val="0036038C"/>
    <w:rsid w:val="00360E88"/>
    <w:rsid w:val="0036131E"/>
    <w:rsid w:val="00361573"/>
    <w:rsid w:val="003619A6"/>
    <w:rsid w:val="00361D63"/>
    <w:rsid w:val="0036272A"/>
    <w:rsid w:val="00362B78"/>
    <w:rsid w:val="00363881"/>
    <w:rsid w:val="00363E30"/>
    <w:rsid w:val="003652E6"/>
    <w:rsid w:val="003741C4"/>
    <w:rsid w:val="00374B25"/>
    <w:rsid w:val="003757E2"/>
    <w:rsid w:val="00375B2B"/>
    <w:rsid w:val="00376433"/>
    <w:rsid w:val="00376B16"/>
    <w:rsid w:val="00377A24"/>
    <w:rsid w:val="00377A4D"/>
    <w:rsid w:val="00377A66"/>
    <w:rsid w:val="00377E00"/>
    <w:rsid w:val="00383A19"/>
    <w:rsid w:val="00383EAE"/>
    <w:rsid w:val="00386427"/>
    <w:rsid w:val="00386AFF"/>
    <w:rsid w:val="00386E52"/>
    <w:rsid w:val="003879E9"/>
    <w:rsid w:val="003905F7"/>
    <w:rsid w:val="00393046"/>
    <w:rsid w:val="00394EEB"/>
    <w:rsid w:val="00397A6A"/>
    <w:rsid w:val="003A10FE"/>
    <w:rsid w:val="003A1E35"/>
    <w:rsid w:val="003A36C4"/>
    <w:rsid w:val="003A4602"/>
    <w:rsid w:val="003A4646"/>
    <w:rsid w:val="003A54F1"/>
    <w:rsid w:val="003A7C5B"/>
    <w:rsid w:val="003B0719"/>
    <w:rsid w:val="003B0FEC"/>
    <w:rsid w:val="003B1A6E"/>
    <w:rsid w:val="003B21F9"/>
    <w:rsid w:val="003B26E4"/>
    <w:rsid w:val="003B26F0"/>
    <w:rsid w:val="003B3333"/>
    <w:rsid w:val="003B4658"/>
    <w:rsid w:val="003B721C"/>
    <w:rsid w:val="003B7AAB"/>
    <w:rsid w:val="003C04AD"/>
    <w:rsid w:val="003C23AE"/>
    <w:rsid w:val="003C2CE5"/>
    <w:rsid w:val="003C3C3B"/>
    <w:rsid w:val="003C4A7C"/>
    <w:rsid w:val="003C5D1E"/>
    <w:rsid w:val="003D5D53"/>
    <w:rsid w:val="003D7DB1"/>
    <w:rsid w:val="003E1083"/>
    <w:rsid w:val="003E1232"/>
    <w:rsid w:val="003E1C6D"/>
    <w:rsid w:val="003E2732"/>
    <w:rsid w:val="003E38E5"/>
    <w:rsid w:val="003E6452"/>
    <w:rsid w:val="003F1A3D"/>
    <w:rsid w:val="003F21DA"/>
    <w:rsid w:val="003F2940"/>
    <w:rsid w:val="003F3DC8"/>
    <w:rsid w:val="003F541E"/>
    <w:rsid w:val="003F546F"/>
    <w:rsid w:val="003F7390"/>
    <w:rsid w:val="0040086F"/>
    <w:rsid w:val="004018BB"/>
    <w:rsid w:val="00402AF3"/>
    <w:rsid w:val="00405A23"/>
    <w:rsid w:val="0040637F"/>
    <w:rsid w:val="004063B5"/>
    <w:rsid w:val="00407DF6"/>
    <w:rsid w:val="00410B70"/>
    <w:rsid w:val="0041171F"/>
    <w:rsid w:val="00411754"/>
    <w:rsid w:val="004117F9"/>
    <w:rsid w:val="00412084"/>
    <w:rsid w:val="0041460B"/>
    <w:rsid w:val="004172CC"/>
    <w:rsid w:val="004209FF"/>
    <w:rsid w:val="004221CB"/>
    <w:rsid w:val="004231CC"/>
    <w:rsid w:val="0042510C"/>
    <w:rsid w:val="00425C0B"/>
    <w:rsid w:val="00425DB7"/>
    <w:rsid w:val="004272D5"/>
    <w:rsid w:val="00427686"/>
    <w:rsid w:val="00430274"/>
    <w:rsid w:val="00430564"/>
    <w:rsid w:val="004313AC"/>
    <w:rsid w:val="00432667"/>
    <w:rsid w:val="00433299"/>
    <w:rsid w:val="00435A78"/>
    <w:rsid w:val="00435A92"/>
    <w:rsid w:val="004371F2"/>
    <w:rsid w:val="0044325A"/>
    <w:rsid w:val="00443B9C"/>
    <w:rsid w:val="00450510"/>
    <w:rsid w:val="00460042"/>
    <w:rsid w:val="00460209"/>
    <w:rsid w:val="004606B0"/>
    <w:rsid w:val="00463806"/>
    <w:rsid w:val="004657D3"/>
    <w:rsid w:val="00465CF2"/>
    <w:rsid w:val="00470E37"/>
    <w:rsid w:val="00471C32"/>
    <w:rsid w:val="004724B0"/>
    <w:rsid w:val="00474FEC"/>
    <w:rsid w:val="00475E15"/>
    <w:rsid w:val="004773FF"/>
    <w:rsid w:val="00481B65"/>
    <w:rsid w:val="00482ACD"/>
    <w:rsid w:val="004842CE"/>
    <w:rsid w:val="00485887"/>
    <w:rsid w:val="00485BBE"/>
    <w:rsid w:val="00485E13"/>
    <w:rsid w:val="00486517"/>
    <w:rsid w:val="004867F4"/>
    <w:rsid w:val="00487219"/>
    <w:rsid w:val="00487337"/>
    <w:rsid w:val="00487B4B"/>
    <w:rsid w:val="00487E72"/>
    <w:rsid w:val="004908C0"/>
    <w:rsid w:val="004914E2"/>
    <w:rsid w:val="00492208"/>
    <w:rsid w:val="00492361"/>
    <w:rsid w:val="00495B4B"/>
    <w:rsid w:val="00495BAB"/>
    <w:rsid w:val="004A0396"/>
    <w:rsid w:val="004A093E"/>
    <w:rsid w:val="004A3352"/>
    <w:rsid w:val="004A452A"/>
    <w:rsid w:val="004A459D"/>
    <w:rsid w:val="004A577B"/>
    <w:rsid w:val="004A5C2D"/>
    <w:rsid w:val="004A621E"/>
    <w:rsid w:val="004A78E3"/>
    <w:rsid w:val="004A7FE2"/>
    <w:rsid w:val="004B0A0D"/>
    <w:rsid w:val="004B1552"/>
    <w:rsid w:val="004B3EA2"/>
    <w:rsid w:val="004B4375"/>
    <w:rsid w:val="004B5BD1"/>
    <w:rsid w:val="004B66D4"/>
    <w:rsid w:val="004B69B4"/>
    <w:rsid w:val="004B704A"/>
    <w:rsid w:val="004B7385"/>
    <w:rsid w:val="004C0FA0"/>
    <w:rsid w:val="004C327D"/>
    <w:rsid w:val="004C4261"/>
    <w:rsid w:val="004C625A"/>
    <w:rsid w:val="004C786A"/>
    <w:rsid w:val="004C7FA3"/>
    <w:rsid w:val="004D12C9"/>
    <w:rsid w:val="004D1563"/>
    <w:rsid w:val="004D18BB"/>
    <w:rsid w:val="004D1B12"/>
    <w:rsid w:val="004D2AC9"/>
    <w:rsid w:val="004D2C97"/>
    <w:rsid w:val="004D4203"/>
    <w:rsid w:val="004E1B67"/>
    <w:rsid w:val="004E274F"/>
    <w:rsid w:val="004E3940"/>
    <w:rsid w:val="004E578C"/>
    <w:rsid w:val="0050011F"/>
    <w:rsid w:val="00502D2E"/>
    <w:rsid w:val="005053B0"/>
    <w:rsid w:val="005058DB"/>
    <w:rsid w:val="00505D92"/>
    <w:rsid w:val="00506CC7"/>
    <w:rsid w:val="0051362A"/>
    <w:rsid w:val="00516EFC"/>
    <w:rsid w:val="005177EE"/>
    <w:rsid w:val="00520A59"/>
    <w:rsid w:val="00520B42"/>
    <w:rsid w:val="0052249B"/>
    <w:rsid w:val="0052295C"/>
    <w:rsid w:val="00523875"/>
    <w:rsid w:val="00524237"/>
    <w:rsid w:val="0052470B"/>
    <w:rsid w:val="00524BC5"/>
    <w:rsid w:val="00525B13"/>
    <w:rsid w:val="005260B1"/>
    <w:rsid w:val="005267A0"/>
    <w:rsid w:val="00527947"/>
    <w:rsid w:val="005308CA"/>
    <w:rsid w:val="00530D23"/>
    <w:rsid w:val="0053396B"/>
    <w:rsid w:val="00534FE5"/>
    <w:rsid w:val="00537703"/>
    <w:rsid w:val="005405B0"/>
    <w:rsid w:val="00540E73"/>
    <w:rsid w:val="00541002"/>
    <w:rsid w:val="00543051"/>
    <w:rsid w:val="005451D9"/>
    <w:rsid w:val="00545F67"/>
    <w:rsid w:val="005462E6"/>
    <w:rsid w:val="00552636"/>
    <w:rsid w:val="0055296C"/>
    <w:rsid w:val="00553804"/>
    <w:rsid w:val="005546F3"/>
    <w:rsid w:val="0055771F"/>
    <w:rsid w:val="00557976"/>
    <w:rsid w:val="00564D0A"/>
    <w:rsid w:val="00565E4A"/>
    <w:rsid w:val="0056662F"/>
    <w:rsid w:val="0056707F"/>
    <w:rsid w:val="00570F9B"/>
    <w:rsid w:val="00570FCA"/>
    <w:rsid w:val="005720CB"/>
    <w:rsid w:val="00574123"/>
    <w:rsid w:val="005742F3"/>
    <w:rsid w:val="00574802"/>
    <w:rsid w:val="00575224"/>
    <w:rsid w:val="0058026B"/>
    <w:rsid w:val="00580763"/>
    <w:rsid w:val="00580B9C"/>
    <w:rsid w:val="005811C3"/>
    <w:rsid w:val="00582079"/>
    <w:rsid w:val="00583D6E"/>
    <w:rsid w:val="00590C4B"/>
    <w:rsid w:val="00590F03"/>
    <w:rsid w:val="00592D28"/>
    <w:rsid w:val="00592FE6"/>
    <w:rsid w:val="00593821"/>
    <w:rsid w:val="00593B7D"/>
    <w:rsid w:val="005949F6"/>
    <w:rsid w:val="005963CF"/>
    <w:rsid w:val="00597031"/>
    <w:rsid w:val="005A0D77"/>
    <w:rsid w:val="005A1425"/>
    <w:rsid w:val="005A1668"/>
    <w:rsid w:val="005A1D5E"/>
    <w:rsid w:val="005A40BA"/>
    <w:rsid w:val="005A478B"/>
    <w:rsid w:val="005A5C62"/>
    <w:rsid w:val="005A7513"/>
    <w:rsid w:val="005A75E5"/>
    <w:rsid w:val="005A7D52"/>
    <w:rsid w:val="005B041F"/>
    <w:rsid w:val="005B1902"/>
    <w:rsid w:val="005B1D06"/>
    <w:rsid w:val="005B613E"/>
    <w:rsid w:val="005B69AA"/>
    <w:rsid w:val="005B7963"/>
    <w:rsid w:val="005B7ACB"/>
    <w:rsid w:val="005C0406"/>
    <w:rsid w:val="005C3C39"/>
    <w:rsid w:val="005C3D78"/>
    <w:rsid w:val="005C5512"/>
    <w:rsid w:val="005C73D9"/>
    <w:rsid w:val="005D0CC5"/>
    <w:rsid w:val="005D4190"/>
    <w:rsid w:val="005D4468"/>
    <w:rsid w:val="005E0A88"/>
    <w:rsid w:val="005E1B9E"/>
    <w:rsid w:val="005E33C1"/>
    <w:rsid w:val="005E4C74"/>
    <w:rsid w:val="005E55D1"/>
    <w:rsid w:val="005E56EC"/>
    <w:rsid w:val="005E60C7"/>
    <w:rsid w:val="005E635A"/>
    <w:rsid w:val="005E7482"/>
    <w:rsid w:val="005E7DE3"/>
    <w:rsid w:val="005F0D52"/>
    <w:rsid w:val="005F152E"/>
    <w:rsid w:val="005F48A3"/>
    <w:rsid w:val="005F4FBA"/>
    <w:rsid w:val="005F5B4E"/>
    <w:rsid w:val="005F6E72"/>
    <w:rsid w:val="00603CB8"/>
    <w:rsid w:val="0060532B"/>
    <w:rsid w:val="0060570C"/>
    <w:rsid w:val="006069F7"/>
    <w:rsid w:val="00607113"/>
    <w:rsid w:val="00610A8F"/>
    <w:rsid w:val="00611D42"/>
    <w:rsid w:val="00611EBF"/>
    <w:rsid w:val="006143C8"/>
    <w:rsid w:val="00617633"/>
    <w:rsid w:val="00620DB0"/>
    <w:rsid w:val="00622139"/>
    <w:rsid w:val="0062221B"/>
    <w:rsid w:val="00622574"/>
    <w:rsid w:val="00623307"/>
    <w:rsid w:val="006245D3"/>
    <w:rsid w:val="00624863"/>
    <w:rsid w:val="006257FA"/>
    <w:rsid w:val="00634CE5"/>
    <w:rsid w:val="00635540"/>
    <w:rsid w:val="006371E5"/>
    <w:rsid w:val="0063762B"/>
    <w:rsid w:val="00640E8A"/>
    <w:rsid w:val="006423E1"/>
    <w:rsid w:val="00642A46"/>
    <w:rsid w:val="00642E4D"/>
    <w:rsid w:val="00646E1A"/>
    <w:rsid w:val="006506DF"/>
    <w:rsid w:val="00655B18"/>
    <w:rsid w:val="006573E0"/>
    <w:rsid w:val="00657521"/>
    <w:rsid w:val="00657B55"/>
    <w:rsid w:val="006602FF"/>
    <w:rsid w:val="00661398"/>
    <w:rsid w:val="006634A8"/>
    <w:rsid w:val="00663827"/>
    <w:rsid w:val="00664CDD"/>
    <w:rsid w:val="00665DE4"/>
    <w:rsid w:val="00667745"/>
    <w:rsid w:val="006677B4"/>
    <w:rsid w:val="00667EE0"/>
    <w:rsid w:val="006707F8"/>
    <w:rsid w:val="00671E87"/>
    <w:rsid w:val="00672B4C"/>
    <w:rsid w:val="00672BC9"/>
    <w:rsid w:val="006732DA"/>
    <w:rsid w:val="00673DEB"/>
    <w:rsid w:val="00673E00"/>
    <w:rsid w:val="0067449C"/>
    <w:rsid w:val="00674604"/>
    <w:rsid w:val="0067601D"/>
    <w:rsid w:val="00680045"/>
    <w:rsid w:val="006806F2"/>
    <w:rsid w:val="00680D2C"/>
    <w:rsid w:val="006816F0"/>
    <w:rsid w:val="00683BE4"/>
    <w:rsid w:val="00684894"/>
    <w:rsid w:val="00684FA1"/>
    <w:rsid w:val="006856C1"/>
    <w:rsid w:val="00694CFB"/>
    <w:rsid w:val="006954EB"/>
    <w:rsid w:val="00697E3D"/>
    <w:rsid w:val="006A02DB"/>
    <w:rsid w:val="006A0F93"/>
    <w:rsid w:val="006A100D"/>
    <w:rsid w:val="006A386C"/>
    <w:rsid w:val="006A4BF1"/>
    <w:rsid w:val="006A66D0"/>
    <w:rsid w:val="006A6A45"/>
    <w:rsid w:val="006A7249"/>
    <w:rsid w:val="006B0BEA"/>
    <w:rsid w:val="006B1A13"/>
    <w:rsid w:val="006B4194"/>
    <w:rsid w:val="006B4316"/>
    <w:rsid w:val="006B4DC7"/>
    <w:rsid w:val="006B5295"/>
    <w:rsid w:val="006C0429"/>
    <w:rsid w:val="006C0938"/>
    <w:rsid w:val="006C2D47"/>
    <w:rsid w:val="006C44B0"/>
    <w:rsid w:val="006C5188"/>
    <w:rsid w:val="006C5766"/>
    <w:rsid w:val="006C61F7"/>
    <w:rsid w:val="006C632E"/>
    <w:rsid w:val="006D068B"/>
    <w:rsid w:val="006D1AC1"/>
    <w:rsid w:val="006D5E85"/>
    <w:rsid w:val="006D6B90"/>
    <w:rsid w:val="006D7C6A"/>
    <w:rsid w:val="006D7CEB"/>
    <w:rsid w:val="006E28A6"/>
    <w:rsid w:val="006E28AA"/>
    <w:rsid w:val="006E3D6B"/>
    <w:rsid w:val="006E403F"/>
    <w:rsid w:val="006E42BA"/>
    <w:rsid w:val="006E536C"/>
    <w:rsid w:val="006E591E"/>
    <w:rsid w:val="006E5D8A"/>
    <w:rsid w:val="006E7311"/>
    <w:rsid w:val="006F0A7C"/>
    <w:rsid w:val="006F151B"/>
    <w:rsid w:val="006F3BE3"/>
    <w:rsid w:val="006F4C44"/>
    <w:rsid w:val="006F5E97"/>
    <w:rsid w:val="006F6F81"/>
    <w:rsid w:val="006F738E"/>
    <w:rsid w:val="007018D0"/>
    <w:rsid w:val="0070304D"/>
    <w:rsid w:val="00703F41"/>
    <w:rsid w:val="00704A57"/>
    <w:rsid w:val="007057A5"/>
    <w:rsid w:val="007063DE"/>
    <w:rsid w:val="00707E98"/>
    <w:rsid w:val="007111B0"/>
    <w:rsid w:val="00711264"/>
    <w:rsid w:val="00711E8F"/>
    <w:rsid w:val="00712155"/>
    <w:rsid w:val="007131A9"/>
    <w:rsid w:val="007149CA"/>
    <w:rsid w:val="0071561B"/>
    <w:rsid w:val="007158D2"/>
    <w:rsid w:val="00716521"/>
    <w:rsid w:val="007205FD"/>
    <w:rsid w:val="007215C2"/>
    <w:rsid w:val="0072296B"/>
    <w:rsid w:val="00723448"/>
    <w:rsid w:val="007241B1"/>
    <w:rsid w:val="00724536"/>
    <w:rsid w:val="00725C99"/>
    <w:rsid w:val="00726B59"/>
    <w:rsid w:val="00727657"/>
    <w:rsid w:val="00727DEF"/>
    <w:rsid w:val="007305AE"/>
    <w:rsid w:val="00731C59"/>
    <w:rsid w:val="00735B7B"/>
    <w:rsid w:val="00737CD7"/>
    <w:rsid w:val="00737DCF"/>
    <w:rsid w:val="007416E2"/>
    <w:rsid w:val="00741784"/>
    <w:rsid w:val="00742022"/>
    <w:rsid w:val="00743521"/>
    <w:rsid w:val="00744C60"/>
    <w:rsid w:val="007454F9"/>
    <w:rsid w:val="00750165"/>
    <w:rsid w:val="007509BE"/>
    <w:rsid w:val="00750F1B"/>
    <w:rsid w:val="00751066"/>
    <w:rsid w:val="0075246D"/>
    <w:rsid w:val="0075453D"/>
    <w:rsid w:val="00755FD7"/>
    <w:rsid w:val="007560F9"/>
    <w:rsid w:val="00756AAE"/>
    <w:rsid w:val="00762E08"/>
    <w:rsid w:val="007657DF"/>
    <w:rsid w:val="00767778"/>
    <w:rsid w:val="00767ECA"/>
    <w:rsid w:val="007721B0"/>
    <w:rsid w:val="00774869"/>
    <w:rsid w:val="00774E2B"/>
    <w:rsid w:val="00777CA0"/>
    <w:rsid w:val="00781450"/>
    <w:rsid w:val="00782200"/>
    <w:rsid w:val="00782385"/>
    <w:rsid w:val="00782CE9"/>
    <w:rsid w:val="00783F26"/>
    <w:rsid w:val="00794C40"/>
    <w:rsid w:val="00796D74"/>
    <w:rsid w:val="00797209"/>
    <w:rsid w:val="007A0A31"/>
    <w:rsid w:val="007A17D8"/>
    <w:rsid w:val="007A3808"/>
    <w:rsid w:val="007A391A"/>
    <w:rsid w:val="007A50F5"/>
    <w:rsid w:val="007A6D1D"/>
    <w:rsid w:val="007B2E50"/>
    <w:rsid w:val="007B47DF"/>
    <w:rsid w:val="007B493B"/>
    <w:rsid w:val="007B6146"/>
    <w:rsid w:val="007B6978"/>
    <w:rsid w:val="007C2FA6"/>
    <w:rsid w:val="007C359B"/>
    <w:rsid w:val="007C39F8"/>
    <w:rsid w:val="007C4DE1"/>
    <w:rsid w:val="007C6D3B"/>
    <w:rsid w:val="007C6F17"/>
    <w:rsid w:val="007D072E"/>
    <w:rsid w:val="007D1DAA"/>
    <w:rsid w:val="007D282A"/>
    <w:rsid w:val="007D34E1"/>
    <w:rsid w:val="007D46A8"/>
    <w:rsid w:val="007E2240"/>
    <w:rsid w:val="007E23F8"/>
    <w:rsid w:val="007E25B8"/>
    <w:rsid w:val="007E46FF"/>
    <w:rsid w:val="007E4817"/>
    <w:rsid w:val="007E4D9E"/>
    <w:rsid w:val="007E5C81"/>
    <w:rsid w:val="007F1E69"/>
    <w:rsid w:val="007F23A9"/>
    <w:rsid w:val="007F2986"/>
    <w:rsid w:val="007F2DB7"/>
    <w:rsid w:val="007F4333"/>
    <w:rsid w:val="007F4FBE"/>
    <w:rsid w:val="007F5369"/>
    <w:rsid w:val="00800363"/>
    <w:rsid w:val="00800A0C"/>
    <w:rsid w:val="00800CE4"/>
    <w:rsid w:val="00800DA9"/>
    <w:rsid w:val="00801465"/>
    <w:rsid w:val="00801A0B"/>
    <w:rsid w:val="00801A66"/>
    <w:rsid w:val="0080239A"/>
    <w:rsid w:val="008024C0"/>
    <w:rsid w:val="0080495A"/>
    <w:rsid w:val="00805225"/>
    <w:rsid w:val="00805749"/>
    <w:rsid w:val="00805A76"/>
    <w:rsid w:val="00805A97"/>
    <w:rsid w:val="00805E02"/>
    <w:rsid w:val="00806E40"/>
    <w:rsid w:val="00806E66"/>
    <w:rsid w:val="00807DD5"/>
    <w:rsid w:val="008118D3"/>
    <w:rsid w:val="00811BB1"/>
    <w:rsid w:val="00811D74"/>
    <w:rsid w:val="00814B1D"/>
    <w:rsid w:val="00814CEC"/>
    <w:rsid w:val="008162FF"/>
    <w:rsid w:val="00820353"/>
    <w:rsid w:val="008213ED"/>
    <w:rsid w:val="00824756"/>
    <w:rsid w:val="00825DC0"/>
    <w:rsid w:val="00826021"/>
    <w:rsid w:val="00826305"/>
    <w:rsid w:val="008266B3"/>
    <w:rsid w:val="00827104"/>
    <w:rsid w:val="00827F64"/>
    <w:rsid w:val="00830586"/>
    <w:rsid w:val="00830A7B"/>
    <w:rsid w:val="00832F86"/>
    <w:rsid w:val="00834729"/>
    <w:rsid w:val="008353B0"/>
    <w:rsid w:val="00835547"/>
    <w:rsid w:val="00836566"/>
    <w:rsid w:val="00836CB0"/>
    <w:rsid w:val="00837A13"/>
    <w:rsid w:val="00837B14"/>
    <w:rsid w:val="00840200"/>
    <w:rsid w:val="00841DA3"/>
    <w:rsid w:val="008430D8"/>
    <w:rsid w:val="00847241"/>
    <w:rsid w:val="0085118B"/>
    <w:rsid w:val="00853A02"/>
    <w:rsid w:val="00860C08"/>
    <w:rsid w:val="0086105D"/>
    <w:rsid w:val="0086442C"/>
    <w:rsid w:val="00865454"/>
    <w:rsid w:val="00870B19"/>
    <w:rsid w:val="00871810"/>
    <w:rsid w:val="00872146"/>
    <w:rsid w:val="008729BB"/>
    <w:rsid w:val="00874B0F"/>
    <w:rsid w:val="0087520F"/>
    <w:rsid w:val="00876597"/>
    <w:rsid w:val="00880D48"/>
    <w:rsid w:val="00881D6F"/>
    <w:rsid w:val="0088415F"/>
    <w:rsid w:val="00886E0F"/>
    <w:rsid w:val="00886ECC"/>
    <w:rsid w:val="00890673"/>
    <w:rsid w:val="00892B7E"/>
    <w:rsid w:val="00893931"/>
    <w:rsid w:val="00894561"/>
    <w:rsid w:val="0089486D"/>
    <w:rsid w:val="00896538"/>
    <w:rsid w:val="0089746F"/>
    <w:rsid w:val="008975DF"/>
    <w:rsid w:val="008A0557"/>
    <w:rsid w:val="008A1EA1"/>
    <w:rsid w:val="008A3A6F"/>
    <w:rsid w:val="008A6086"/>
    <w:rsid w:val="008A6E3D"/>
    <w:rsid w:val="008A6EDD"/>
    <w:rsid w:val="008B0D22"/>
    <w:rsid w:val="008B0ED2"/>
    <w:rsid w:val="008B10CF"/>
    <w:rsid w:val="008B2398"/>
    <w:rsid w:val="008B2E1D"/>
    <w:rsid w:val="008B42EE"/>
    <w:rsid w:val="008B4985"/>
    <w:rsid w:val="008B50FB"/>
    <w:rsid w:val="008B54DD"/>
    <w:rsid w:val="008B5E1F"/>
    <w:rsid w:val="008B612A"/>
    <w:rsid w:val="008B6DEF"/>
    <w:rsid w:val="008C27A4"/>
    <w:rsid w:val="008C4E2C"/>
    <w:rsid w:val="008C5655"/>
    <w:rsid w:val="008C6952"/>
    <w:rsid w:val="008C7851"/>
    <w:rsid w:val="008C7D13"/>
    <w:rsid w:val="008D1FED"/>
    <w:rsid w:val="008D32B2"/>
    <w:rsid w:val="008D370A"/>
    <w:rsid w:val="008D5690"/>
    <w:rsid w:val="008D6314"/>
    <w:rsid w:val="008D726E"/>
    <w:rsid w:val="008D7456"/>
    <w:rsid w:val="008E2C25"/>
    <w:rsid w:val="008E3FD6"/>
    <w:rsid w:val="008E4D61"/>
    <w:rsid w:val="008E6FE3"/>
    <w:rsid w:val="008E73BA"/>
    <w:rsid w:val="008F0044"/>
    <w:rsid w:val="008F23C0"/>
    <w:rsid w:val="008F296C"/>
    <w:rsid w:val="008F4927"/>
    <w:rsid w:val="008F65BA"/>
    <w:rsid w:val="008F739C"/>
    <w:rsid w:val="00900158"/>
    <w:rsid w:val="00900344"/>
    <w:rsid w:val="0090350E"/>
    <w:rsid w:val="009039C3"/>
    <w:rsid w:val="00903E5A"/>
    <w:rsid w:val="00905941"/>
    <w:rsid w:val="00910172"/>
    <w:rsid w:val="00910A70"/>
    <w:rsid w:val="00911874"/>
    <w:rsid w:val="0091323E"/>
    <w:rsid w:val="00914D77"/>
    <w:rsid w:val="009203D0"/>
    <w:rsid w:val="0092041A"/>
    <w:rsid w:val="00920D9F"/>
    <w:rsid w:val="00921217"/>
    <w:rsid w:val="0092195D"/>
    <w:rsid w:val="0092326E"/>
    <w:rsid w:val="009234B9"/>
    <w:rsid w:val="00923B2F"/>
    <w:rsid w:val="00923E2E"/>
    <w:rsid w:val="009245B4"/>
    <w:rsid w:val="00925412"/>
    <w:rsid w:val="00925572"/>
    <w:rsid w:val="00925796"/>
    <w:rsid w:val="00926C9E"/>
    <w:rsid w:val="009276CF"/>
    <w:rsid w:val="00931671"/>
    <w:rsid w:val="0093383D"/>
    <w:rsid w:val="009338E6"/>
    <w:rsid w:val="00935C22"/>
    <w:rsid w:val="0093676A"/>
    <w:rsid w:val="0093731A"/>
    <w:rsid w:val="00941FFF"/>
    <w:rsid w:val="00942293"/>
    <w:rsid w:val="00942E4C"/>
    <w:rsid w:val="009440AB"/>
    <w:rsid w:val="009454D3"/>
    <w:rsid w:val="00946AA7"/>
    <w:rsid w:val="00950287"/>
    <w:rsid w:val="00953FA4"/>
    <w:rsid w:val="00956DC6"/>
    <w:rsid w:val="00957933"/>
    <w:rsid w:val="009617BF"/>
    <w:rsid w:val="00961847"/>
    <w:rsid w:val="009620E2"/>
    <w:rsid w:val="00962E0C"/>
    <w:rsid w:val="009643C9"/>
    <w:rsid w:val="00966687"/>
    <w:rsid w:val="00967D05"/>
    <w:rsid w:val="009713B9"/>
    <w:rsid w:val="009722BE"/>
    <w:rsid w:val="009741AE"/>
    <w:rsid w:val="009815A8"/>
    <w:rsid w:val="00981C2D"/>
    <w:rsid w:val="0098336E"/>
    <w:rsid w:val="009835C8"/>
    <w:rsid w:val="009840D4"/>
    <w:rsid w:val="00984B11"/>
    <w:rsid w:val="00986F39"/>
    <w:rsid w:val="00990B85"/>
    <w:rsid w:val="00991F42"/>
    <w:rsid w:val="00991F57"/>
    <w:rsid w:val="00994EBB"/>
    <w:rsid w:val="0099663C"/>
    <w:rsid w:val="00996A77"/>
    <w:rsid w:val="009A0017"/>
    <w:rsid w:val="009A17F7"/>
    <w:rsid w:val="009A2815"/>
    <w:rsid w:val="009A4161"/>
    <w:rsid w:val="009A53AC"/>
    <w:rsid w:val="009A66E2"/>
    <w:rsid w:val="009B1A8F"/>
    <w:rsid w:val="009B3306"/>
    <w:rsid w:val="009B40EE"/>
    <w:rsid w:val="009B5C9E"/>
    <w:rsid w:val="009B5E20"/>
    <w:rsid w:val="009B75DB"/>
    <w:rsid w:val="009C0492"/>
    <w:rsid w:val="009C07D9"/>
    <w:rsid w:val="009C0E3D"/>
    <w:rsid w:val="009C1712"/>
    <w:rsid w:val="009C2A56"/>
    <w:rsid w:val="009C2D83"/>
    <w:rsid w:val="009C3EF3"/>
    <w:rsid w:val="009C68E0"/>
    <w:rsid w:val="009C7342"/>
    <w:rsid w:val="009D0AF0"/>
    <w:rsid w:val="009D0E19"/>
    <w:rsid w:val="009D53E6"/>
    <w:rsid w:val="009D78B1"/>
    <w:rsid w:val="009E0C3D"/>
    <w:rsid w:val="009E136D"/>
    <w:rsid w:val="009E13FA"/>
    <w:rsid w:val="009E189C"/>
    <w:rsid w:val="009E46D1"/>
    <w:rsid w:val="009E4E5C"/>
    <w:rsid w:val="009E588D"/>
    <w:rsid w:val="009E62E2"/>
    <w:rsid w:val="009E6617"/>
    <w:rsid w:val="009E6C7D"/>
    <w:rsid w:val="009E6DF4"/>
    <w:rsid w:val="009E79E4"/>
    <w:rsid w:val="009F0C34"/>
    <w:rsid w:val="009F4411"/>
    <w:rsid w:val="009F5258"/>
    <w:rsid w:val="009F5C8F"/>
    <w:rsid w:val="009F6661"/>
    <w:rsid w:val="00A00915"/>
    <w:rsid w:val="00A0243A"/>
    <w:rsid w:val="00A0453A"/>
    <w:rsid w:val="00A04BEE"/>
    <w:rsid w:val="00A06F15"/>
    <w:rsid w:val="00A07552"/>
    <w:rsid w:val="00A078CF"/>
    <w:rsid w:val="00A123DB"/>
    <w:rsid w:val="00A1279B"/>
    <w:rsid w:val="00A158EB"/>
    <w:rsid w:val="00A207B0"/>
    <w:rsid w:val="00A24FFB"/>
    <w:rsid w:val="00A25A80"/>
    <w:rsid w:val="00A263FF"/>
    <w:rsid w:val="00A2646A"/>
    <w:rsid w:val="00A308A1"/>
    <w:rsid w:val="00A31798"/>
    <w:rsid w:val="00A31DCD"/>
    <w:rsid w:val="00A355C2"/>
    <w:rsid w:val="00A37383"/>
    <w:rsid w:val="00A37B0B"/>
    <w:rsid w:val="00A43574"/>
    <w:rsid w:val="00A46146"/>
    <w:rsid w:val="00A4685F"/>
    <w:rsid w:val="00A50119"/>
    <w:rsid w:val="00A50132"/>
    <w:rsid w:val="00A50632"/>
    <w:rsid w:val="00A5257A"/>
    <w:rsid w:val="00A52E5D"/>
    <w:rsid w:val="00A54205"/>
    <w:rsid w:val="00A5483D"/>
    <w:rsid w:val="00A55060"/>
    <w:rsid w:val="00A5559F"/>
    <w:rsid w:val="00A571B2"/>
    <w:rsid w:val="00A57769"/>
    <w:rsid w:val="00A60722"/>
    <w:rsid w:val="00A61C65"/>
    <w:rsid w:val="00A62AC4"/>
    <w:rsid w:val="00A64E35"/>
    <w:rsid w:val="00A65A20"/>
    <w:rsid w:val="00A66065"/>
    <w:rsid w:val="00A6610D"/>
    <w:rsid w:val="00A734DB"/>
    <w:rsid w:val="00A738A4"/>
    <w:rsid w:val="00A75F70"/>
    <w:rsid w:val="00A76826"/>
    <w:rsid w:val="00A8068D"/>
    <w:rsid w:val="00A80813"/>
    <w:rsid w:val="00A80B11"/>
    <w:rsid w:val="00A81669"/>
    <w:rsid w:val="00A822DA"/>
    <w:rsid w:val="00A823B8"/>
    <w:rsid w:val="00A83212"/>
    <w:rsid w:val="00A835D4"/>
    <w:rsid w:val="00A83BBF"/>
    <w:rsid w:val="00A84764"/>
    <w:rsid w:val="00A84CA0"/>
    <w:rsid w:val="00A867D5"/>
    <w:rsid w:val="00A876AF"/>
    <w:rsid w:val="00A87A82"/>
    <w:rsid w:val="00A9014D"/>
    <w:rsid w:val="00A92231"/>
    <w:rsid w:val="00A92CD2"/>
    <w:rsid w:val="00A9359F"/>
    <w:rsid w:val="00A94A34"/>
    <w:rsid w:val="00A95F43"/>
    <w:rsid w:val="00A978A1"/>
    <w:rsid w:val="00AA0409"/>
    <w:rsid w:val="00AA083A"/>
    <w:rsid w:val="00AA7DB1"/>
    <w:rsid w:val="00AB14B2"/>
    <w:rsid w:val="00AB2A89"/>
    <w:rsid w:val="00AB2C4F"/>
    <w:rsid w:val="00AB5D06"/>
    <w:rsid w:val="00AB6F55"/>
    <w:rsid w:val="00AB7E7E"/>
    <w:rsid w:val="00AC1630"/>
    <w:rsid w:val="00AC3BCE"/>
    <w:rsid w:val="00AC3D14"/>
    <w:rsid w:val="00AC483A"/>
    <w:rsid w:val="00AD4931"/>
    <w:rsid w:val="00AD55C9"/>
    <w:rsid w:val="00AD75CF"/>
    <w:rsid w:val="00AE0B02"/>
    <w:rsid w:val="00AE0CD7"/>
    <w:rsid w:val="00AE12A0"/>
    <w:rsid w:val="00AE2391"/>
    <w:rsid w:val="00AE3E51"/>
    <w:rsid w:val="00AE41D9"/>
    <w:rsid w:val="00AE63BE"/>
    <w:rsid w:val="00AE7402"/>
    <w:rsid w:val="00AF012F"/>
    <w:rsid w:val="00AF0BA7"/>
    <w:rsid w:val="00AF1858"/>
    <w:rsid w:val="00AF1BE4"/>
    <w:rsid w:val="00AF3D73"/>
    <w:rsid w:val="00AF48D6"/>
    <w:rsid w:val="00AF7967"/>
    <w:rsid w:val="00AF7A46"/>
    <w:rsid w:val="00B00071"/>
    <w:rsid w:val="00B00187"/>
    <w:rsid w:val="00B027E4"/>
    <w:rsid w:val="00B032C4"/>
    <w:rsid w:val="00B040BC"/>
    <w:rsid w:val="00B05953"/>
    <w:rsid w:val="00B13676"/>
    <w:rsid w:val="00B14641"/>
    <w:rsid w:val="00B14E95"/>
    <w:rsid w:val="00B156F2"/>
    <w:rsid w:val="00B1630E"/>
    <w:rsid w:val="00B16936"/>
    <w:rsid w:val="00B17764"/>
    <w:rsid w:val="00B20740"/>
    <w:rsid w:val="00B211B0"/>
    <w:rsid w:val="00B21269"/>
    <w:rsid w:val="00B21595"/>
    <w:rsid w:val="00B23C35"/>
    <w:rsid w:val="00B24AFA"/>
    <w:rsid w:val="00B25988"/>
    <w:rsid w:val="00B30FD7"/>
    <w:rsid w:val="00B32D61"/>
    <w:rsid w:val="00B3302A"/>
    <w:rsid w:val="00B33409"/>
    <w:rsid w:val="00B33981"/>
    <w:rsid w:val="00B347C8"/>
    <w:rsid w:val="00B362C4"/>
    <w:rsid w:val="00B36D4F"/>
    <w:rsid w:val="00B409E3"/>
    <w:rsid w:val="00B45C45"/>
    <w:rsid w:val="00B47D7E"/>
    <w:rsid w:val="00B50779"/>
    <w:rsid w:val="00B51992"/>
    <w:rsid w:val="00B52350"/>
    <w:rsid w:val="00B5468E"/>
    <w:rsid w:val="00B568ED"/>
    <w:rsid w:val="00B56977"/>
    <w:rsid w:val="00B56E19"/>
    <w:rsid w:val="00B5745A"/>
    <w:rsid w:val="00B6021B"/>
    <w:rsid w:val="00B60857"/>
    <w:rsid w:val="00B61D82"/>
    <w:rsid w:val="00B6257F"/>
    <w:rsid w:val="00B644FC"/>
    <w:rsid w:val="00B6696D"/>
    <w:rsid w:val="00B66E85"/>
    <w:rsid w:val="00B6756E"/>
    <w:rsid w:val="00B71B5F"/>
    <w:rsid w:val="00B71CFD"/>
    <w:rsid w:val="00B71FFE"/>
    <w:rsid w:val="00B72264"/>
    <w:rsid w:val="00B7507D"/>
    <w:rsid w:val="00B75AF2"/>
    <w:rsid w:val="00B775B4"/>
    <w:rsid w:val="00B80387"/>
    <w:rsid w:val="00B81139"/>
    <w:rsid w:val="00B8125A"/>
    <w:rsid w:val="00B82A66"/>
    <w:rsid w:val="00B83630"/>
    <w:rsid w:val="00B83CD4"/>
    <w:rsid w:val="00B8435A"/>
    <w:rsid w:val="00B84C11"/>
    <w:rsid w:val="00B8612C"/>
    <w:rsid w:val="00B869B3"/>
    <w:rsid w:val="00B91246"/>
    <w:rsid w:val="00B91AEB"/>
    <w:rsid w:val="00B920E0"/>
    <w:rsid w:val="00B921FF"/>
    <w:rsid w:val="00B92214"/>
    <w:rsid w:val="00B9284A"/>
    <w:rsid w:val="00B931AE"/>
    <w:rsid w:val="00B93A4D"/>
    <w:rsid w:val="00B9414B"/>
    <w:rsid w:val="00B948AC"/>
    <w:rsid w:val="00BA07E5"/>
    <w:rsid w:val="00BA0B8F"/>
    <w:rsid w:val="00BA0E61"/>
    <w:rsid w:val="00BA2C9C"/>
    <w:rsid w:val="00BB0395"/>
    <w:rsid w:val="00BB1FAB"/>
    <w:rsid w:val="00BB238F"/>
    <w:rsid w:val="00BB2855"/>
    <w:rsid w:val="00BB4CC5"/>
    <w:rsid w:val="00BB5526"/>
    <w:rsid w:val="00BC0E6B"/>
    <w:rsid w:val="00BC10C5"/>
    <w:rsid w:val="00BC2448"/>
    <w:rsid w:val="00BC31C5"/>
    <w:rsid w:val="00BC46CA"/>
    <w:rsid w:val="00BC5015"/>
    <w:rsid w:val="00BD25B5"/>
    <w:rsid w:val="00BD3F01"/>
    <w:rsid w:val="00BD46AD"/>
    <w:rsid w:val="00BD5163"/>
    <w:rsid w:val="00BD523E"/>
    <w:rsid w:val="00BD5401"/>
    <w:rsid w:val="00BD65EE"/>
    <w:rsid w:val="00BE086A"/>
    <w:rsid w:val="00BE35C7"/>
    <w:rsid w:val="00BE40BA"/>
    <w:rsid w:val="00BF2392"/>
    <w:rsid w:val="00BF2641"/>
    <w:rsid w:val="00BF28A0"/>
    <w:rsid w:val="00BF4B76"/>
    <w:rsid w:val="00BF575B"/>
    <w:rsid w:val="00BF6B84"/>
    <w:rsid w:val="00C00751"/>
    <w:rsid w:val="00C00B9C"/>
    <w:rsid w:val="00C019FD"/>
    <w:rsid w:val="00C01A46"/>
    <w:rsid w:val="00C049DD"/>
    <w:rsid w:val="00C04CF1"/>
    <w:rsid w:val="00C05E58"/>
    <w:rsid w:val="00C07CDA"/>
    <w:rsid w:val="00C13146"/>
    <w:rsid w:val="00C15E1C"/>
    <w:rsid w:val="00C20C02"/>
    <w:rsid w:val="00C2119F"/>
    <w:rsid w:val="00C22E43"/>
    <w:rsid w:val="00C23155"/>
    <w:rsid w:val="00C2415F"/>
    <w:rsid w:val="00C35BF1"/>
    <w:rsid w:val="00C37934"/>
    <w:rsid w:val="00C41B28"/>
    <w:rsid w:val="00C41C33"/>
    <w:rsid w:val="00C42EC3"/>
    <w:rsid w:val="00C50A73"/>
    <w:rsid w:val="00C51BDB"/>
    <w:rsid w:val="00C52D79"/>
    <w:rsid w:val="00C54E25"/>
    <w:rsid w:val="00C54F3D"/>
    <w:rsid w:val="00C55EAD"/>
    <w:rsid w:val="00C6002E"/>
    <w:rsid w:val="00C60C48"/>
    <w:rsid w:val="00C62901"/>
    <w:rsid w:val="00C63418"/>
    <w:rsid w:val="00C6558A"/>
    <w:rsid w:val="00C656F6"/>
    <w:rsid w:val="00C66AF8"/>
    <w:rsid w:val="00C70A25"/>
    <w:rsid w:val="00C72A12"/>
    <w:rsid w:val="00C749CD"/>
    <w:rsid w:val="00C76105"/>
    <w:rsid w:val="00C83D9F"/>
    <w:rsid w:val="00C8459C"/>
    <w:rsid w:val="00C86F5A"/>
    <w:rsid w:val="00C871C6"/>
    <w:rsid w:val="00C901EB"/>
    <w:rsid w:val="00C923C3"/>
    <w:rsid w:val="00C926C8"/>
    <w:rsid w:val="00C931F3"/>
    <w:rsid w:val="00C9383F"/>
    <w:rsid w:val="00C93BEC"/>
    <w:rsid w:val="00C94080"/>
    <w:rsid w:val="00C94885"/>
    <w:rsid w:val="00C95754"/>
    <w:rsid w:val="00CA03A4"/>
    <w:rsid w:val="00CA11A4"/>
    <w:rsid w:val="00CA2DEC"/>
    <w:rsid w:val="00CA2E26"/>
    <w:rsid w:val="00CA3517"/>
    <w:rsid w:val="00CA36DD"/>
    <w:rsid w:val="00CA3E9C"/>
    <w:rsid w:val="00CA466B"/>
    <w:rsid w:val="00CA4F63"/>
    <w:rsid w:val="00CA6224"/>
    <w:rsid w:val="00CA7C99"/>
    <w:rsid w:val="00CB07B8"/>
    <w:rsid w:val="00CB0BD5"/>
    <w:rsid w:val="00CB21FE"/>
    <w:rsid w:val="00CB5405"/>
    <w:rsid w:val="00CB564E"/>
    <w:rsid w:val="00CB7967"/>
    <w:rsid w:val="00CB7D37"/>
    <w:rsid w:val="00CC0635"/>
    <w:rsid w:val="00CC0C7B"/>
    <w:rsid w:val="00CC3938"/>
    <w:rsid w:val="00CC42DC"/>
    <w:rsid w:val="00CD0AFC"/>
    <w:rsid w:val="00CD15BF"/>
    <w:rsid w:val="00CD26CC"/>
    <w:rsid w:val="00CD62D4"/>
    <w:rsid w:val="00CD7F28"/>
    <w:rsid w:val="00CE3727"/>
    <w:rsid w:val="00CE3C3D"/>
    <w:rsid w:val="00CF12D0"/>
    <w:rsid w:val="00CF1329"/>
    <w:rsid w:val="00CF2FC9"/>
    <w:rsid w:val="00CF6D19"/>
    <w:rsid w:val="00CF6E1A"/>
    <w:rsid w:val="00D0013F"/>
    <w:rsid w:val="00D00AAE"/>
    <w:rsid w:val="00D00DF7"/>
    <w:rsid w:val="00D01ADF"/>
    <w:rsid w:val="00D02816"/>
    <w:rsid w:val="00D03FB5"/>
    <w:rsid w:val="00D04870"/>
    <w:rsid w:val="00D05884"/>
    <w:rsid w:val="00D10054"/>
    <w:rsid w:val="00D102D4"/>
    <w:rsid w:val="00D10594"/>
    <w:rsid w:val="00D12614"/>
    <w:rsid w:val="00D21E6A"/>
    <w:rsid w:val="00D22BFD"/>
    <w:rsid w:val="00D22ED5"/>
    <w:rsid w:val="00D23C61"/>
    <w:rsid w:val="00D26530"/>
    <w:rsid w:val="00D30CB5"/>
    <w:rsid w:val="00D3187C"/>
    <w:rsid w:val="00D32083"/>
    <w:rsid w:val="00D32AB1"/>
    <w:rsid w:val="00D32E59"/>
    <w:rsid w:val="00D36EDF"/>
    <w:rsid w:val="00D37E71"/>
    <w:rsid w:val="00D37EC1"/>
    <w:rsid w:val="00D42A05"/>
    <w:rsid w:val="00D435EF"/>
    <w:rsid w:val="00D448DE"/>
    <w:rsid w:val="00D46B7E"/>
    <w:rsid w:val="00D50B63"/>
    <w:rsid w:val="00D535D8"/>
    <w:rsid w:val="00D53BF1"/>
    <w:rsid w:val="00D55222"/>
    <w:rsid w:val="00D60D65"/>
    <w:rsid w:val="00D62841"/>
    <w:rsid w:val="00D63326"/>
    <w:rsid w:val="00D64A25"/>
    <w:rsid w:val="00D6576F"/>
    <w:rsid w:val="00D6591B"/>
    <w:rsid w:val="00D667EF"/>
    <w:rsid w:val="00D67A43"/>
    <w:rsid w:val="00D70BEB"/>
    <w:rsid w:val="00D71DBA"/>
    <w:rsid w:val="00D7278D"/>
    <w:rsid w:val="00D732FA"/>
    <w:rsid w:val="00D73B68"/>
    <w:rsid w:val="00D74442"/>
    <w:rsid w:val="00D74E39"/>
    <w:rsid w:val="00D75F94"/>
    <w:rsid w:val="00D77EFF"/>
    <w:rsid w:val="00D809A7"/>
    <w:rsid w:val="00D80A3E"/>
    <w:rsid w:val="00D80EF3"/>
    <w:rsid w:val="00D81209"/>
    <w:rsid w:val="00D8154F"/>
    <w:rsid w:val="00D8621C"/>
    <w:rsid w:val="00D86C2A"/>
    <w:rsid w:val="00D91C5A"/>
    <w:rsid w:val="00D92C76"/>
    <w:rsid w:val="00D93841"/>
    <w:rsid w:val="00D94000"/>
    <w:rsid w:val="00D9505F"/>
    <w:rsid w:val="00D95F60"/>
    <w:rsid w:val="00D961C5"/>
    <w:rsid w:val="00DA103C"/>
    <w:rsid w:val="00DA1D0A"/>
    <w:rsid w:val="00DA200F"/>
    <w:rsid w:val="00DA23AF"/>
    <w:rsid w:val="00DA742B"/>
    <w:rsid w:val="00DA7FB0"/>
    <w:rsid w:val="00DB13CB"/>
    <w:rsid w:val="00DB281E"/>
    <w:rsid w:val="00DB3548"/>
    <w:rsid w:val="00DB5DCE"/>
    <w:rsid w:val="00DC3B7F"/>
    <w:rsid w:val="00DC4F60"/>
    <w:rsid w:val="00DC67F7"/>
    <w:rsid w:val="00DC6967"/>
    <w:rsid w:val="00DC6F97"/>
    <w:rsid w:val="00DD003D"/>
    <w:rsid w:val="00DD1BA7"/>
    <w:rsid w:val="00DD2319"/>
    <w:rsid w:val="00DD4A19"/>
    <w:rsid w:val="00DD5B0C"/>
    <w:rsid w:val="00DD5D69"/>
    <w:rsid w:val="00DD5EE5"/>
    <w:rsid w:val="00DD6853"/>
    <w:rsid w:val="00DD6AA8"/>
    <w:rsid w:val="00DE0122"/>
    <w:rsid w:val="00DE1316"/>
    <w:rsid w:val="00DE3F5F"/>
    <w:rsid w:val="00DE633B"/>
    <w:rsid w:val="00DE6ECD"/>
    <w:rsid w:val="00DE7482"/>
    <w:rsid w:val="00DF0A25"/>
    <w:rsid w:val="00DF0A50"/>
    <w:rsid w:val="00DF1400"/>
    <w:rsid w:val="00DF1560"/>
    <w:rsid w:val="00DF368E"/>
    <w:rsid w:val="00DF58E7"/>
    <w:rsid w:val="00DF5F7C"/>
    <w:rsid w:val="00DF63C1"/>
    <w:rsid w:val="00DF6AAA"/>
    <w:rsid w:val="00E03802"/>
    <w:rsid w:val="00E04824"/>
    <w:rsid w:val="00E04EA6"/>
    <w:rsid w:val="00E05DAD"/>
    <w:rsid w:val="00E06FEE"/>
    <w:rsid w:val="00E07CB6"/>
    <w:rsid w:val="00E11A4F"/>
    <w:rsid w:val="00E11EE2"/>
    <w:rsid w:val="00E1245E"/>
    <w:rsid w:val="00E126CD"/>
    <w:rsid w:val="00E12D28"/>
    <w:rsid w:val="00E13AF9"/>
    <w:rsid w:val="00E149C8"/>
    <w:rsid w:val="00E14AED"/>
    <w:rsid w:val="00E14E36"/>
    <w:rsid w:val="00E200E1"/>
    <w:rsid w:val="00E204E2"/>
    <w:rsid w:val="00E209F2"/>
    <w:rsid w:val="00E20B2D"/>
    <w:rsid w:val="00E22FB7"/>
    <w:rsid w:val="00E25CD6"/>
    <w:rsid w:val="00E264F9"/>
    <w:rsid w:val="00E27D20"/>
    <w:rsid w:val="00E27E59"/>
    <w:rsid w:val="00E3356B"/>
    <w:rsid w:val="00E33570"/>
    <w:rsid w:val="00E339D7"/>
    <w:rsid w:val="00E34A37"/>
    <w:rsid w:val="00E35526"/>
    <w:rsid w:val="00E4018F"/>
    <w:rsid w:val="00E40667"/>
    <w:rsid w:val="00E41326"/>
    <w:rsid w:val="00E422F4"/>
    <w:rsid w:val="00E42CA9"/>
    <w:rsid w:val="00E43029"/>
    <w:rsid w:val="00E436E0"/>
    <w:rsid w:val="00E43B6E"/>
    <w:rsid w:val="00E43DB1"/>
    <w:rsid w:val="00E45A6D"/>
    <w:rsid w:val="00E46AB7"/>
    <w:rsid w:val="00E50BBE"/>
    <w:rsid w:val="00E51FC5"/>
    <w:rsid w:val="00E52E40"/>
    <w:rsid w:val="00E53632"/>
    <w:rsid w:val="00E54DAF"/>
    <w:rsid w:val="00E54FFA"/>
    <w:rsid w:val="00E5646B"/>
    <w:rsid w:val="00E629AC"/>
    <w:rsid w:val="00E62B29"/>
    <w:rsid w:val="00E62D87"/>
    <w:rsid w:val="00E65052"/>
    <w:rsid w:val="00E667CC"/>
    <w:rsid w:val="00E705B7"/>
    <w:rsid w:val="00E73ACB"/>
    <w:rsid w:val="00E741E8"/>
    <w:rsid w:val="00E77493"/>
    <w:rsid w:val="00E77651"/>
    <w:rsid w:val="00E818CE"/>
    <w:rsid w:val="00E81F94"/>
    <w:rsid w:val="00E82398"/>
    <w:rsid w:val="00E8246E"/>
    <w:rsid w:val="00E8358E"/>
    <w:rsid w:val="00E836A3"/>
    <w:rsid w:val="00E83DE3"/>
    <w:rsid w:val="00E84B33"/>
    <w:rsid w:val="00E86FD6"/>
    <w:rsid w:val="00E90A2B"/>
    <w:rsid w:val="00E912E7"/>
    <w:rsid w:val="00E9277C"/>
    <w:rsid w:val="00E94377"/>
    <w:rsid w:val="00E954AC"/>
    <w:rsid w:val="00E95DE0"/>
    <w:rsid w:val="00EA01E0"/>
    <w:rsid w:val="00EA0CED"/>
    <w:rsid w:val="00EA15AE"/>
    <w:rsid w:val="00EA70EB"/>
    <w:rsid w:val="00EB06FA"/>
    <w:rsid w:val="00EB177E"/>
    <w:rsid w:val="00EB3884"/>
    <w:rsid w:val="00EB40F1"/>
    <w:rsid w:val="00EB42B3"/>
    <w:rsid w:val="00EB4E6B"/>
    <w:rsid w:val="00EB62CB"/>
    <w:rsid w:val="00EB6FEE"/>
    <w:rsid w:val="00EB7BA6"/>
    <w:rsid w:val="00EC0621"/>
    <w:rsid w:val="00EC0CF4"/>
    <w:rsid w:val="00EC0E72"/>
    <w:rsid w:val="00EC4060"/>
    <w:rsid w:val="00EC5383"/>
    <w:rsid w:val="00EC6B56"/>
    <w:rsid w:val="00EC7669"/>
    <w:rsid w:val="00ED0994"/>
    <w:rsid w:val="00ED3BC8"/>
    <w:rsid w:val="00ED3E78"/>
    <w:rsid w:val="00ED4912"/>
    <w:rsid w:val="00ED5027"/>
    <w:rsid w:val="00ED601F"/>
    <w:rsid w:val="00ED745E"/>
    <w:rsid w:val="00EE2266"/>
    <w:rsid w:val="00EE25E3"/>
    <w:rsid w:val="00EE2E02"/>
    <w:rsid w:val="00EE397C"/>
    <w:rsid w:val="00EE4DEA"/>
    <w:rsid w:val="00EE6CA4"/>
    <w:rsid w:val="00EE77DC"/>
    <w:rsid w:val="00EE7A17"/>
    <w:rsid w:val="00EF0152"/>
    <w:rsid w:val="00EF29EE"/>
    <w:rsid w:val="00EF2B77"/>
    <w:rsid w:val="00EF3021"/>
    <w:rsid w:val="00EF4780"/>
    <w:rsid w:val="00EF4ED1"/>
    <w:rsid w:val="00EF6142"/>
    <w:rsid w:val="00EF6F64"/>
    <w:rsid w:val="00F00C5B"/>
    <w:rsid w:val="00F01765"/>
    <w:rsid w:val="00F0183E"/>
    <w:rsid w:val="00F0409E"/>
    <w:rsid w:val="00F05845"/>
    <w:rsid w:val="00F06CCF"/>
    <w:rsid w:val="00F072ED"/>
    <w:rsid w:val="00F075F7"/>
    <w:rsid w:val="00F1119E"/>
    <w:rsid w:val="00F1266C"/>
    <w:rsid w:val="00F134B4"/>
    <w:rsid w:val="00F15883"/>
    <w:rsid w:val="00F15F32"/>
    <w:rsid w:val="00F22BB2"/>
    <w:rsid w:val="00F23C8E"/>
    <w:rsid w:val="00F23D45"/>
    <w:rsid w:val="00F26771"/>
    <w:rsid w:val="00F2722B"/>
    <w:rsid w:val="00F2760D"/>
    <w:rsid w:val="00F27C9A"/>
    <w:rsid w:val="00F33A9B"/>
    <w:rsid w:val="00F4022D"/>
    <w:rsid w:val="00F4212F"/>
    <w:rsid w:val="00F435D6"/>
    <w:rsid w:val="00F440EF"/>
    <w:rsid w:val="00F4507C"/>
    <w:rsid w:val="00F4649C"/>
    <w:rsid w:val="00F51D5D"/>
    <w:rsid w:val="00F51E99"/>
    <w:rsid w:val="00F60D54"/>
    <w:rsid w:val="00F61389"/>
    <w:rsid w:val="00F61EF8"/>
    <w:rsid w:val="00F62BD7"/>
    <w:rsid w:val="00F6312C"/>
    <w:rsid w:val="00F639A4"/>
    <w:rsid w:val="00F64FD6"/>
    <w:rsid w:val="00F6654B"/>
    <w:rsid w:val="00F6692F"/>
    <w:rsid w:val="00F6696B"/>
    <w:rsid w:val="00F70A85"/>
    <w:rsid w:val="00F741DD"/>
    <w:rsid w:val="00F744B3"/>
    <w:rsid w:val="00F7458C"/>
    <w:rsid w:val="00F7556D"/>
    <w:rsid w:val="00F76654"/>
    <w:rsid w:val="00F776DC"/>
    <w:rsid w:val="00F77DF3"/>
    <w:rsid w:val="00F80E04"/>
    <w:rsid w:val="00F81361"/>
    <w:rsid w:val="00F81611"/>
    <w:rsid w:val="00F8174F"/>
    <w:rsid w:val="00F910EB"/>
    <w:rsid w:val="00F931AC"/>
    <w:rsid w:val="00F9352A"/>
    <w:rsid w:val="00F93E85"/>
    <w:rsid w:val="00F94100"/>
    <w:rsid w:val="00F94C95"/>
    <w:rsid w:val="00F96736"/>
    <w:rsid w:val="00FA16B5"/>
    <w:rsid w:val="00FA16D7"/>
    <w:rsid w:val="00FA21FC"/>
    <w:rsid w:val="00FA2917"/>
    <w:rsid w:val="00FA31DF"/>
    <w:rsid w:val="00FA5485"/>
    <w:rsid w:val="00FA5AA8"/>
    <w:rsid w:val="00FA6359"/>
    <w:rsid w:val="00FA7390"/>
    <w:rsid w:val="00FA7F28"/>
    <w:rsid w:val="00FB1089"/>
    <w:rsid w:val="00FB10D9"/>
    <w:rsid w:val="00FB19DB"/>
    <w:rsid w:val="00FB603B"/>
    <w:rsid w:val="00FB6461"/>
    <w:rsid w:val="00FB71AB"/>
    <w:rsid w:val="00FB7F41"/>
    <w:rsid w:val="00FC383F"/>
    <w:rsid w:val="00FC38E4"/>
    <w:rsid w:val="00FC706F"/>
    <w:rsid w:val="00FC73B9"/>
    <w:rsid w:val="00FD049A"/>
    <w:rsid w:val="00FD1632"/>
    <w:rsid w:val="00FD2D0E"/>
    <w:rsid w:val="00FD5ED8"/>
    <w:rsid w:val="00FD669E"/>
    <w:rsid w:val="00FE3229"/>
    <w:rsid w:val="00FE4E6B"/>
    <w:rsid w:val="00FE5128"/>
    <w:rsid w:val="00FE5CAB"/>
    <w:rsid w:val="00FE7260"/>
    <w:rsid w:val="00FF0102"/>
    <w:rsid w:val="00FF0681"/>
    <w:rsid w:val="00FF0BB4"/>
    <w:rsid w:val="00FF15A3"/>
    <w:rsid w:val="00FF174C"/>
    <w:rsid w:val="00FF2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0BA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B50F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311</Words>
  <Characters>1775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NaumovaNN</dc:creator>
  <cp:keywords/>
  <dc:description/>
  <cp:lastModifiedBy>Faluninaev</cp:lastModifiedBy>
  <cp:revision>8</cp:revision>
  <dcterms:created xsi:type="dcterms:W3CDTF">2020-01-22T06:55:00Z</dcterms:created>
  <dcterms:modified xsi:type="dcterms:W3CDTF">2022-01-11T03:19:00Z</dcterms:modified>
</cp:coreProperties>
</file>